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  <w:bookmarkStart w:id="0" w:name="_GoBack"/>
      <w:bookmarkEnd w:id="0"/>
      <w:r w:rsidRPr="00B459FA">
        <w:rPr>
          <w:rFonts w:ascii="Times New Roman" w:eastAsia="Calibri" w:hAnsi="Times New Roman" w:cs="B Nazanin" w:hint="cs"/>
          <w:sz w:val="28"/>
          <w:szCs w:val="28"/>
          <w:rtl/>
          <w:lang w:eastAsia="en-US" w:bidi="fa-IR"/>
        </w:rPr>
        <w:t xml:space="preserve">به نام خدا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  <w:r>
        <w:rPr>
          <w:rFonts w:ascii="Times New Roman" w:eastAsia="Calibri" w:hAnsi="Times New Roman" w:cs="B Nazanin" w:hint="cs"/>
          <w:sz w:val="28"/>
          <w:szCs w:val="28"/>
          <w:rtl/>
          <w:lang w:eastAsia="en-US" w:bidi="fa-IR"/>
        </w:rPr>
        <w:t>معلم : با سلام.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تقاضا دارم فیلم مورد نظر رو با دقت تماشا کنید و در حین پخش آن سکوت رو رعایت کنیم . ضمناً بعد از اجرای فیلم سوالاتی از شما خواهم پرسید.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پس از اجرای فیلم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خب بچه ها هرکس هر چیزی از فیلم پیامی دارد بگوید تا روی تخته یادداشت کنم.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دانش آموز : گل آفتاب گردون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دانش آموز دیگر : حلزون و مستطیل هایی که به شکل حلزونی تبدیل شدند.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معلم : خب بقیه چه چیزی دیدن ؟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دانش آموز دیگر: یک دنباله ای از اعداد بود مثل ...و11و8و5و2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دانش آموز دیگر : بال سنجاقک بود . یک مستطیل هایی هم رشم می شد.</w:t>
      </w:r>
    </w:p>
    <w:p w:rsid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خوبه ، حالا همه این هایی که گفتید رو روی تخته ن</w:t>
      </w: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وشت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 و می خوام ارتباط بینشون رو براتون بیان کنم.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معلم : حالا چهار ضلعی را رسم می کنیم 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ابتدا مربعی به طور 1 و سپس 1 واحد به طور آن اضافه کنیم ( از بالا)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بعد مطابق دنباله ی فوق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به عرض مستطیل حاصل 2 واحد اضافه و به همین شکل ادامه می دهیم.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معلم : حالا من رئوس این مستطیل ها را بهم وصل می کنیم.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دانش آموز : آقا شبیه حلزون شد.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دانش آموز دیگر : راستی تو اون فیلم هم همین کارو کرد . بعد هم کلا شد یک حلزون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lastRenderedPageBreak/>
        <w:t>معلم : برای درک بهتر ارتباط میان چیزهایی که د</w:t>
      </w: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ر فیلم زنده دیدید ، بیایید 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 مسئله ی زیر را حل کنیم.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فرض کنید یک جفت خرگوش نر و ماده در پایان هر ماه یک جفت خرگوش نر وماده جدید به دنیا بیاورند . اگر هیچ خرگوشی از بین نروند در پایان سال چند خرگوش خواهیم داشت. ضمناً به تذکرات زیر توجه نمایید</w:t>
      </w:r>
    </w:p>
    <w:p w:rsidR="00B459FA" w:rsidRPr="00B459FA" w:rsidRDefault="00B459FA" w:rsidP="00B459FA">
      <w:pPr>
        <w:numPr>
          <w:ilvl w:val="0"/>
          <w:numId w:val="1"/>
        </w:numPr>
        <w:bidi/>
        <w:spacing w:after="0" w:line="360" w:lineRule="auto"/>
        <w:contextualSpacing/>
        <w:jc w:val="both"/>
        <w:rPr>
          <w:rFonts w:ascii="Times New Roman" w:eastAsia="Calibri" w:hAnsi="Times New Roman" w:cs="B Nazanin"/>
          <w:noProof/>
          <w:sz w:val="28"/>
          <w:szCs w:val="28"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یک جف خرگوش نر و ماده همین الان متولد شده اند.</w:t>
      </w:r>
    </w:p>
    <w:p w:rsidR="00B459FA" w:rsidRPr="00B459FA" w:rsidRDefault="00B459FA" w:rsidP="00B459FA">
      <w:pPr>
        <w:numPr>
          <w:ilvl w:val="0"/>
          <w:numId w:val="1"/>
        </w:numPr>
        <w:bidi/>
        <w:spacing w:after="0" w:line="360" w:lineRule="auto"/>
        <w:contextualSpacing/>
        <w:jc w:val="both"/>
        <w:rPr>
          <w:rFonts w:ascii="Times New Roman" w:eastAsia="Calibri" w:hAnsi="Times New Roman" w:cs="B Nazanin"/>
          <w:noProof/>
          <w:sz w:val="28"/>
          <w:szCs w:val="28"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خرگوش ها بعد از 1 ماه به بلوغ می رسند .( می توانند تولید مثل کنند) </w:t>
      </w:r>
    </w:p>
    <w:p w:rsidR="00B459FA" w:rsidRPr="00B459FA" w:rsidRDefault="00B459FA" w:rsidP="00B459FA">
      <w:pPr>
        <w:numPr>
          <w:ilvl w:val="0"/>
          <w:numId w:val="1"/>
        </w:numPr>
        <w:bidi/>
        <w:spacing w:after="0" w:line="360" w:lineRule="auto"/>
        <w:contextualSpacing/>
        <w:jc w:val="both"/>
        <w:rPr>
          <w:rFonts w:ascii="Times New Roman" w:eastAsia="Calibri" w:hAnsi="Times New Roman" w:cs="B Nazanin"/>
          <w:noProof/>
          <w:sz w:val="28"/>
          <w:szCs w:val="28"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دوران بارداری خرگوش ها 1 ماه است.</w:t>
      </w:r>
    </w:p>
    <w:p w:rsidR="00B459FA" w:rsidRPr="00B459FA" w:rsidRDefault="00B459FA" w:rsidP="00B459FA">
      <w:pPr>
        <w:numPr>
          <w:ilvl w:val="0"/>
          <w:numId w:val="1"/>
        </w:numPr>
        <w:bidi/>
        <w:spacing w:after="0" w:line="360" w:lineRule="auto"/>
        <w:contextualSpacing/>
        <w:jc w:val="both"/>
        <w:rPr>
          <w:rFonts w:ascii="Times New Roman" w:eastAsia="Calibri" w:hAnsi="Times New Roman" w:cs="B Nazanin"/>
          <w:noProof/>
          <w:sz w:val="28"/>
          <w:szCs w:val="28"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هنگامی که خرگوش ها به بلوغ برسند باردار می شوند.</w:t>
      </w:r>
    </w:p>
    <w:p w:rsidR="00B459FA" w:rsidRPr="00B459FA" w:rsidRDefault="00B459FA" w:rsidP="00B459FA">
      <w:pPr>
        <w:numPr>
          <w:ilvl w:val="0"/>
          <w:numId w:val="1"/>
        </w:numPr>
        <w:bidi/>
        <w:spacing w:after="0" w:line="360" w:lineRule="auto"/>
        <w:contextualSpacing/>
        <w:jc w:val="both"/>
        <w:rPr>
          <w:rFonts w:ascii="Times New Roman" w:eastAsia="Calibri" w:hAnsi="Times New Roman" w:cs="B Nazanin"/>
          <w:noProof/>
          <w:sz w:val="28"/>
          <w:szCs w:val="28"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هر خرگوش در هر بارداری یک جفت نر و ماده به دنیا می آورد.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135255</wp:posOffset>
                </wp:positionV>
                <wp:extent cx="5679440" cy="3435350"/>
                <wp:effectExtent l="5715" t="10160" r="10795" b="12065"/>
                <wp:wrapNone/>
                <wp:docPr id="55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79440" cy="3435350"/>
                          <a:chOff x="855" y="4839"/>
                          <a:chExt cx="8944" cy="5410"/>
                        </a:xfrm>
                      </wpg:grpSpPr>
                      <wpg:grpSp>
                        <wpg:cNvPr id="56" name="Group 3"/>
                        <wpg:cNvGrpSpPr>
                          <a:grpSpLocks/>
                        </wpg:cNvGrpSpPr>
                        <wpg:grpSpPr bwMode="auto">
                          <a:xfrm>
                            <a:off x="855" y="4839"/>
                            <a:ext cx="8944" cy="5410"/>
                            <a:chOff x="855" y="4839"/>
                            <a:chExt cx="8944" cy="5410"/>
                          </a:xfrm>
                        </wpg:grpSpPr>
                        <wps:wsp>
                          <wps:cNvPr id="57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7" y="4839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0B88E5F2" wp14:editId="1DEA27A5">
                                      <wp:extent cx="414146" cy="520995"/>
                                      <wp:effectExtent l="19050" t="0" r="4954" b="0"/>
                                      <wp:docPr id="1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587E331E" wp14:editId="7C7BE115">
                                      <wp:extent cx="341477" cy="457200"/>
                                      <wp:effectExtent l="19050" t="0" r="1423" b="0"/>
                                      <wp:docPr id="2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2" y="5860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73CB8279" wp14:editId="615963A7">
                                      <wp:extent cx="414146" cy="520995"/>
                                      <wp:effectExtent l="19050" t="0" r="4954" b="0"/>
                                      <wp:docPr id="3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5E9838C8" wp14:editId="10C74014">
                                      <wp:extent cx="341477" cy="457200"/>
                                      <wp:effectExtent l="19050" t="0" r="1423" b="0"/>
                                      <wp:docPr id="4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2" y="6864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1EA03427" wp14:editId="02FD6BC0">
                                      <wp:extent cx="414146" cy="520995"/>
                                      <wp:effectExtent l="19050" t="0" r="4954" b="0"/>
                                      <wp:docPr id="5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323CAA9A" wp14:editId="5C69B062">
                                      <wp:extent cx="341477" cy="457200"/>
                                      <wp:effectExtent l="19050" t="0" r="1423" b="0"/>
                                      <wp:docPr id="6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7" y="7885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09535CC5" wp14:editId="5E1AB7D9">
                                      <wp:extent cx="414146" cy="520995"/>
                                      <wp:effectExtent l="19050" t="0" r="4954" b="0"/>
                                      <wp:docPr id="7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5254E564" wp14:editId="1DF11AE0">
                                      <wp:extent cx="341477" cy="457200"/>
                                      <wp:effectExtent l="19050" t="0" r="1423" b="0"/>
                                      <wp:docPr id="8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1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6340" y="6897"/>
                              <a:ext cx="3459" cy="3302"/>
                              <a:chOff x="6340" y="6897"/>
                              <a:chExt cx="3459" cy="3302"/>
                            </a:xfrm>
                          </wpg:grpSpPr>
                          <wps:wsp>
                            <wps:cNvPr id="62" name="Text Box 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61" y="6897"/>
                                <a:ext cx="1625" cy="1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498BAE53" wp14:editId="0EAB77E7">
                                        <wp:extent cx="414146" cy="520995"/>
                                        <wp:effectExtent l="19050" t="0" r="4954" b="0"/>
                                        <wp:docPr id="9" name="Picture 2" descr="bunny00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1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grayscl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23144" cy="5323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32957D17" wp14:editId="2BECA803">
                                        <wp:extent cx="341477" cy="457200"/>
                                        <wp:effectExtent l="19050" t="0" r="1423" b="0"/>
                                        <wp:docPr id="10" name="Picture 1" descr="bunny00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3.jpg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313" cy="456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3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91" y="7935"/>
                                <a:ext cx="1625" cy="1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32A2373A" wp14:editId="142D68B1">
                                        <wp:extent cx="414146" cy="520995"/>
                                        <wp:effectExtent l="19050" t="0" r="4954" b="0"/>
                                        <wp:docPr id="11" name="Picture 2" descr="bunny00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1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grayscl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23144" cy="5323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6CC5D75E" wp14:editId="7CE41B8B">
                                        <wp:extent cx="341477" cy="457200"/>
                                        <wp:effectExtent l="19050" t="0" r="1423" b="0"/>
                                        <wp:docPr id="12" name="Picture 1" descr="bunny00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3.jpg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313" cy="456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4" name="Text Box 1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340" y="9160"/>
                                <a:ext cx="1625" cy="1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328CA9E1" wp14:editId="595DF12E">
                                        <wp:extent cx="414146" cy="520995"/>
                                        <wp:effectExtent l="19050" t="0" r="4954" b="0"/>
                                        <wp:docPr id="13" name="Picture 2" descr="bunny00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1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grayscl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23144" cy="5323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5D82AFC2" wp14:editId="799DA081">
                                        <wp:extent cx="341477" cy="457200"/>
                                        <wp:effectExtent l="19050" t="0" r="1423" b="0"/>
                                        <wp:docPr id="14" name="Picture 1" descr="bunny00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3.jpg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313" cy="456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65" name="Text Box 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174" y="9178"/>
                                <a:ext cx="1625" cy="1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62AAE118" wp14:editId="508A53E6">
                                        <wp:extent cx="414146" cy="520995"/>
                                        <wp:effectExtent l="19050" t="0" r="4954" b="0"/>
                                        <wp:docPr id="15" name="Picture 2" descr="bunny001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1.jpg"/>
                                                <pic:cNvPicPr/>
                                              </pic:nvPicPr>
                                              <pic:blipFill>
                                                <a:blip r:embed="rId5">
                                                  <a:grayscl/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23144" cy="53231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B459FA">
                                    <w:rPr>
                                      <w:rFonts w:ascii="Times New Roman" w:hAnsi="Times New Roman" w:cs="B Nazanin" w:hint="cs"/>
                                      <w:noProof/>
                                      <w:sz w:val="28"/>
                                      <w:szCs w:val="28"/>
                                      <w:rtl/>
                                      <w:lang w:eastAsia="en-US"/>
                                    </w:rPr>
                                    <w:drawing>
                                      <wp:inline distT="0" distB="0" distL="0" distR="0" wp14:anchorId="2B665194" wp14:editId="0F547116">
                                        <wp:extent cx="341477" cy="457200"/>
                                        <wp:effectExtent l="19050" t="0" r="1423" b="0"/>
                                        <wp:docPr id="16" name="Picture 1" descr="bunny003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bunny003.jpg"/>
                                                <pic:cNvPicPr/>
                                              </pic:nvPicPr>
                                              <pic:blipFill>
                                                <a:blip r:embed="rId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41313" cy="4569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6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55" y="9228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6FB1EADF" wp14:editId="178C5B16">
                                      <wp:extent cx="414146" cy="520995"/>
                                      <wp:effectExtent l="19050" t="0" r="4954" b="0"/>
                                      <wp:docPr id="17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6CB1C4AD" wp14:editId="7AD3125C">
                                      <wp:extent cx="341477" cy="457200"/>
                                      <wp:effectExtent l="19050" t="0" r="1423" b="0"/>
                                      <wp:docPr id="18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1" y="9228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0FE0F463" wp14:editId="440C3B87">
                                      <wp:extent cx="414146" cy="520995"/>
                                      <wp:effectExtent l="19050" t="0" r="4954" b="0"/>
                                      <wp:docPr id="19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11A20026" wp14:editId="0EEC64AF">
                                      <wp:extent cx="341477" cy="457200"/>
                                      <wp:effectExtent l="19050" t="0" r="1423" b="0"/>
                                      <wp:docPr id="20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89" y="9211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6DD33D13" wp14:editId="5BDAF524">
                                      <wp:extent cx="414146" cy="520995"/>
                                      <wp:effectExtent l="19050" t="0" r="4954" b="0"/>
                                      <wp:docPr id="21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40E16578" wp14:editId="21FE83F6">
                                      <wp:extent cx="341477" cy="457200"/>
                                      <wp:effectExtent l="19050" t="0" r="1423" b="0"/>
                                      <wp:docPr id="22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49" y="8037"/>
                              <a:ext cx="1625" cy="102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18139215" wp14:editId="41D7EA39">
                                      <wp:extent cx="414146" cy="520995"/>
                                      <wp:effectExtent l="19050" t="0" r="4954" b="0"/>
                                      <wp:docPr id="23" name="Picture 2" descr="bunny001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1.jpg"/>
                                              <pic:cNvPicPr/>
                                            </pic:nvPicPr>
                                            <pic:blipFill>
                                              <a:blip r:embed="rId5">
                                                <a:grayscl/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423144" cy="5323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  <w:r w:rsidRPr="00B459FA">
                                  <w:rPr>
                                    <w:rFonts w:ascii="Times New Roman" w:hAnsi="Times New Roman" w:cs="B Nazanin" w:hint="cs"/>
                                    <w:noProof/>
                                    <w:sz w:val="28"/>
                                    <w:szCs w:val="28"/>
                                    <w:rtl/>
                                    <w:lang w:eastAsia="en-US"/>
                                  </w:rPr>
                                  <w:drawing>
                                    <wp:inline distT="0" distB="0" distL="0" distR="0" wp14:anchorId="1C527862" wp14:editId="22E101FA">
                                      <wp:extent cx="341477" cy="457200"/>
                                      <wp:effectExtent l="19050" t="0" r="1423" b="0"/>
                                      <wp:docPr id="24" name="Picture 1" descr="bunny003.jp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bunny003.jpg"/>
                                              <pic:cNvPicPr/>
                                            </pic:nvPicPr>
                                            <pic:blipFill>
                                              <a:blip r:embed="rId6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41313" cy="45698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7"/>
                        <wpg:cNvGrpSpPr>
                          <a:grpSpLocks/>
                        </wpg:cNvGrpSpPr>
                        <wpg:grpSpPr bwMode="auto">
                          <a:xfrm>
                            <a:off x="1607" y="5442"/>
                            <a:ext cx="8106" cy="4186"/>
                            <a:chOff x="1607" y="5442"/>
                            <a:chExt cx="8106" cy="4186"/>
                          </a:xfrm>
                        </wpg:grpSpPr>
                        <wps:wsp>
                          <wps:cNvPr id="71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5442"/>
                              <a:ext cx="40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78" y="6413"/>
                              <a:ext cx="40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46" y="7536"/>
                              <a:ext cx="4196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utoShap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27" y="6546"/>
                              <a:ext cx="4352" cy="9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63" y="7686"/>
                              <a:ext cx="1823" cy="78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78" y="8623"/>
                              <a:ext cx="1908" cy="1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AutoShape 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174" y="8623"/>
                              <a:ext cx="300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AutoShape 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07" y="8842"/>
                              <a:ext cx="0" cy="5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AutoShape 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07" y="8842"/>
                              <a:ext cx="1306" cy="50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AutoShape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38" y="8740"/>
                              <a:ext cx="0" cy="70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2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5242" y="9611"/>
                              <a:ext cx="1268" cy="1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3" y="9628"/>
                              <a:ext cx="201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left:0;text-align:left;margin-left:-19.35pt;margin-top:10.65pt;width:447.2pt;height:270.5pt;z-index:251659264" coordorigin="855,4839" coordsize="8944,54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">
                <v:group id="Group 3" o:spid="_x0000_s1027" style="position:absolute;left:855;top:4839;width:8944;height:5410" coordorigin="855,4839" coordsize="8944,5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887;top:4839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7ngsMA&#10;AADbAAAADwAAAGRycy9kb3ducmV2LnhtbESPS4vCQBCE74L/YWjBi+jEgA+yjiKi6FV3L96aTOfB&#10;ZnqSzGji/vqdhQWPRVV9RW12vanEk1pXWlYwn0UgiFOrS84VfH2epmsQziNrrCyTghc52G2Hgw0m&#10;2nZ8pefN5yJA2CWooPC+TqR0aUEG3czWxMHLbGvQB9nmUrfYBbipZBxFS2mw5LBQYE2HgtLv28Mo&#10;sN3xZSw1UTy5/5jzYd9cs7hRajzq9x8gPPX+Hf5vX7SCxQr+vo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7ngsMAAADbAAAADwAAAAAAAAAAAAAAAACYAgAAZHJzL2Rv&#10;d25yZXYueG1sUEsFBgAAAAAEAAQA9QAAAIgDAAAAAA==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0B88E5F2" wp14:editId="1DEA27A5">
                                <wp:extent cx="414146" cy="520995"/>
                                <wp:effectExtent l="19050" t="0" r="4954" b="0"/>
                                <wp:docPr id="1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587E331E" wp14:editId="7C7BE115">
                                <wp:extent cx="341477" cy="457200"/>
                                <wp:effectExtent l="19050" t="0" r="1423" b="0"/>
                                <wp:docPr id="2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5" o:spid="_x0000_s1029" type="#_x0000_t202" style="position:absolute;left:872;top:5860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z8L4A&#10;AADbAAAADwAAAGRycy9kb3ducmV2LnhtbERPy6rCMBDdC/5DGMGNaGrhilSjiCi69bFxNzRjW2wm&#10;bRNt9etvFoLLw3kv150pxYsaV1hWMJ1EIIhTqwvOFFwv+/EchPPIGkvLpOBNDtarfm+JibYtn+h1&#10;9pkIIewSVJB7XyVSujQng25iK+LA3W1j0AfYZFI32IZwU8o4imbSYMGhIceKtjmlj/PTKLDt7m0s&#10;1VE8un3MYbupT/e4Vmo46DYLEJ46/xN/3Uet4C+MDV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hc/C+AAAA2wAAAA8AAAAAAAAAAAAAAAAAmAIAAGRycy9kb3ducmV2&#10;LnhtbFBLBQYAAAAABAAEAPUAAACDAwAAAAA=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73CB8279" wp14:editId="615963A7">
                                <wp:extent cx="414146" cy="520995"/>
                                <wp:effectExtent l="19050" t="0" r="4954" b="0"/>
                                <wp:docPr id="3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5E9838C8" wp14:editId="10C74014">
                                <wp:extent cx="341477" cy="457200"/>
                                <wp:effectExtent l="19050" t="0" r="1423" b="0"/>
                                <wp:docPr id="4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6" o:spid="_x0000_s1030" type="#_x0000_t202" style="position:absolute;left:872;top:6864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3Wa8IA&#10;AADbAAAADwAAAGRycy9kb3ducmV2LnhtbESPT4vCMBTE74LfITzBi2hqQdGuUUQUveruxdujef3D&#10;Ni9tE23dT79ZWPA4zMxvmM2uN5V4UutKywrmswgEcWp1ybmCr8/TdAXCeWSNlWVS8CIHu+1wsMFE&#10;246v9Lz5XAQIuwQVFN7XiZQuLcigm9maOHiZbQ36INtc6ha7ADeVjKNoKQ2WHBYKrOlQUPp9exgF&#10;tju+jKUmiif3H3M+7JtrFjdKjUf9/gOEp96/w//ti1awWMP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rdZrwgAAANsAAAAPAAAAAAAAAAAAAAAAAJgCAABkcnMvZG93&#10;bnJldi54bWxQSwUGAAAAAAQABAD1AAAAhwMAAAAA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1EA03427" wp14:editId="02FD6BC0">
                                <wp:extent cx="414146" cy="520995"/>
                                <wp:effectExtent l="19050" t="0" r="4954" b="0"/>
                                <wp:docPr id="5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323CAA9A" wp14:editId="5C69B062">
                                <wp:extent cx="341477" cy="457200"/>
                                <wp:effectExtent l="19050" t="0" r="1423" b="0"/>
                                <wp:docPr id="6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7" o:spid="_x0000_s1031" type="#_x0000_t202" style="position:absolute;left:857;top:7885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u1S7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wC+vDl/A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D+7VLvAAAANsAAAAPAAAAAAAAAAAAAAAAAJgCAABkcnMvZG93bnJldi54&#10;bWxQSwUGAAAAAAQABAD1AAAAgQMAAAAA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09535CC5" wp14:editId="5E1AB7D9">
                                <wp:extent cx="414146" cy="520995"/>
                                <wp:effectExtent l="19050" t="0" r="4954" b="0"/>
                                <wp:docPr id="7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5254E564" wp14:editId="1DF11AE0">
                                <wp:extent cx="341477" cy="457200"/>
                                <wp:effectExtent l="19050" t="0" r="1423" b="0"/>
                                <wp:docPr id="8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group id="Group 8" o:spid="_x0000_s1032" style="position:absolute;left:6340;top:6897;width:3459;height:3302" coordorigin="6340,6897" coordsize="3459,33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<v:shape id="Text Box 9" o:spid="_x0000_s1033" type="#_x0000_t202" style="position:absolute;left:6361;top:6897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WOp8MA&#10;AADbAAAADwAAAGRycy9kb3ducmV2LnhtbESPS2vDMBCE74X8B7GFXkIs14cQHCshhJT2areX3BZr&#10;/aDWyrZUP/rrq0Khx2FmvmGy82I6MdHoWssKnqMYBHFpdcu1go/3l90BhPPIGjvLpGAlB+fT5iHD&#10;VNuZc5oKX4sAYZeigsb7PpXSlQ0ZdJHtiYNX2dGgD3KspR5xDnDTySSO99Jgy2GhwZ6uDZWfxZdR&#10;YOfbaiwNcbK9f5vX62XIq2RQ6ulxuRxBeFr8f/iv/aYV7BP4/RJ+gD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WOp8MAAADbAAAADwAAAAAAAAAAAAAAAACYAgAAZHJzL2Rv&#10;d25yZXYueG1sUEsFBgAAAAAEAAQA9QAAAIgDAAAAAA==&#10;" strokecolor="white">
                      <v:textbox>
                        <w:txbxContent>
                          <w:p w:rsidR="00B459FA" w:rsidRDefault="00B459FA" w:rsidP="00B459FA"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498BAE53" wp14:editId="0EAB77E7">
                                  <wp:extent cx="414146" cy="520995"/>
                                  <wp:effectExtent l="19050" t="0" r="4954" b="0"/>
                                  <wp:docPr id="9" name="Picture 2" descr="bunny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3144" cy="5323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32957D17" wp14:editId="2BECA803">
                                  <wp:extent cx="341477" cy="457200"/>
                                  <wp:effectExtent l="19050" t="0" r="1423" b="0"/>
                                  <wp:docPr id="10" name="Picture 1" descr="bunny0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3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313" cy="456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10" o:spid="_x0000_s1034" type="#_x0000_t202" style="position:absolute;left:6391;top:7935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rPMMA&#10;AADbAAAADwAAAGRycy9kb3ducmV2LnhtbESPT4vCMBTE7wt+h/AEL4umdkGkGksRF/fqn4u3R/Ns&#10;i81L22Rt3U+/EQSPw8z8hlmng6nFnTpXWVYwn0UgiHOrKy4UnE/f0yUI55E11pZJwYMcpJvRxxoT&#10;bXs+0P3oCxEg7BJUUHrfJFK6vCSDbmYb4uBdbWfQB9kVUnfYB7ipZRxFC2mw4rBQYkPbkvLb8dco&#10;sP3uYSy1Ufx5+TP7bdYernGr1GQ8ZCsQngb/Dr/aP1rB4gu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krPMMAAADbAAAADwAAAAAAAAAAAAAAAACYAgAAZHJzL2Rv&#10;d25yZXYueG1sUEsFBgAAAAAEAAQA9QAAAIgDAAAAAA==&#10;" strokecolor="white">
                      <v:textbox>
                        <w:txbxContent>
                          <w:p w:rsidR="00B459FA" w:rsidRDefault="00B459FA" w:rsidP="00B459FA"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32A2373A" wp14:editId="142D68B1">
                                  <wp:extent cx="414146" cy="520995"/>
                                  <wp:effectExtent l="19050" t="0" r="4954" b="0"/>
                                  <wp:docPr id="11" name="Picture 2" descr="bunny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3144" cy="5323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6CC5D75E" wp14:editId="7CE41B8B">
                                  <wp:extent cx="341477" cy="457200"/>
                                  <wp:effectExtent l="19050" t="0" r="1423" b="0"/>
                                  <wp:docPr id="12" name="Picture 1" descr="bunny0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3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313" cy="456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11" o:spid="_x0000_s1035" type="#_x0000_t202" style="position:absolute;left:6340;top:9160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CzSMMA&#10;AADbAAAADwAAAGRycy9kb3ducmV2LnhtbESPT4vCMBTE7wt+h/AEL4umlkWkGksRF/fqn4u3R/Ns&#10;i81L22Rt3U+/EQSPw8z8hlmng6nFnTpXWVYwn0UgiHOrKy4UnE/f0yUI55E11pZJwYMcpJvRxxoT&#10;bXs+0P3oCxEg7BJUUHrfJFK6vCSDbmYb4uBdbWfQB9kVUnfYB7ipZRxFC2mw4rBQYkPbkvLb8dco&#10;sP3uYSy1Ufx5+TP7bdYernGr1GQ8ZCsQngb/Dr/aP1rB4gu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CzSMMAAADbAAAADwAAAAAAAAAAAAAAAACYAgAAZHJzL2Rv&#10;d25yZXYueG1sUEsFBgAAAAAEAAQA9QAAAIgDAAAAAA==&#10;" strokecolor="white">
                      <v:textbox>
                        <w:txbxContent>
                          <w:p w:rsidR="00B459FA" w:rsidRDefault="00B459FA" w:rsidP="00B459FA"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328CA9E1" wp14:editId="595DF12E">
                                  <wp:extent cx="414146" cy="520995"/>
                                  <wp:effectExtent l="19050" t="0" r="4954" b="0"/>
                                  <wp:docPr id="13" name="Picture 2" descr="bunny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3144" cy="5323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5D82AFC2" wp14:editId="799DA081">
                                  <wp:extent cx="341477" cy="457200"/>
                                  <wp:effectExtent l="19050" t="0" r="1423" b="0"/>
                                  <wp:docPr id="14" name="Picture 1" descr="bunny0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3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313" cy="456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  <v:shape id="Text Box 12" o:spid="_x0000_s1036" type="#_x0000_t202" style="position:absolute;left:8174;top:9178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wW08MA&#10;AADbAAAADwAAAGRycy9kb3ducmV2LnhtbESPT4vCMBTE7wt+h/AEL4umFlakGksRF/fqn4u3R/Ns&#10;i81L22Rt3U+/EQSPw8z8hlmng6nFnTpXWVYwn0UgiHOrKy4UnE/f0yUI55E11pZJwYMcpJvRxxoT&#10;bXs+0P3oCxEg7BJUUHrfJFK6vCSDbmYb4uBdbWfQB9kVUnfYB7ipZRxFC2mw4rBQYkPbkvLb8dco&#10;sP3uYSy1Ufx5+TP7bdYernGr1GQ8ZCsQngb/Dr/aP1rB4gu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4wW08MAAADbAAAADwAAAAAAAAAAAAAAAACYAgAAZHJzL2Rv&#10;d25yZXYueG1sUEsFBgAAAAAEAAQA9QAAAIgDAAAAAA==&#10;" strokecolor="white">
                      <v:textbox>
                        <w:txbxContent>
                          <w:p w:rsidR="00B459FA" w:rsidRDefault="00B459FA" w:rsidP="00B459FA"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62AAE118" wp14:editId="508A53E6">
                                  <wp:extent cx="414146" cy="520995"/>
                                  <wp:effectExtent l="19050" t="0" r="4954" b="0"/>
                                  <wp:docPr id="15" name="Picture 2" descr="bunny00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1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grayscl/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23144" cy="5323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B459FA">
                              <w:rPr>
                                <w:rFonts w:ascii="Times New Roman" w:hAnsi="Times New Roman" w:cs="B Nazanin" w:hint="cs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2B665194" wp14:editId="0F547116">
                                  <wp:extent cx="341477" cy="457200"/>
                                  <wp:effectExtent l="19050" t="0" r="1423" b="0"/>
                                  <wp:docPr id="16" name="Picture 1" descr="bunny003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bunny003.jpg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1313" cy="4569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v:group>
                  <v:shape id="Text Box 13" o:spid="_x0000_s1037" type="#_x0000_t202" style="position:absolute;left:855;top:9228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6IpMMA&#10;AADbAAAADwAAAGRycy9kb3ducmV2LnhtbESPT2vCQBTE7wW/w/IEL0U35hBKzCoiFr3G9uLtkX35&#10;g9m3SXZrkn76bqHQ4zAzv2Gyw2Ra8aTBNZYVbDcRCOLC6oYrBZ8f7+s3EM4ja2wtk4KZHBz2i5cM&#10;U21Hzul585UIEHYpKqi971IpXVGTQbexHXHwSjsY9EEOldQDjgFuWhlHUSINNhwWauzoVFPxuH0Z&#10;BXY8z8ZSH8Wv929zOR37vIx7pVbL6bgD4Wny/+G/9lUrSBL4/RJ+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6IpMMAAADbAAAADwAAAAAAAAAAAAAAAACYAgAAZHJzL2Rv&#10;d25yZXYueG1sUEsFBgAAAAAEAAQA9QAAAIgDAAAAAA==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6FB1EADF" wp14:editId="178C5B16">
                                <wp:extent cx="414146" cy="520995"/>
                                <wp:effectExtent l="19050" t="0" r="4954" b="0"/>
                                <wp:docPr id="17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6CB1C4AD" wp14:editId="7AD3125C">
                                <wp:extent cx="341477" cy="457200"/>
                                <wp:effectExtent l="19050" t="0" r="1423" b="0"/>
                                <wp:docPr id="18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2461;top:9228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tP8MA&#10;AADbAAAADwAAAGRycy9kb3ducmV2LnhtbESPQWvCQBSE70L/w/IKXqRuzEFLmo1IsNir2ktvj+wz&#10;Cc2+TbLbJPbXu4LgcZiZb5h0O5lGDNS72rKC1TICQVxYXXOp4Pv8+fYOwnlkjY1lUnAlB9vsZZZi&#10;ou3IRxpOvhQBwi5BBZX3bSKlKyoy6Ja2JQ7exfYGfZB9KXWPY4CbRsZRtJYGaw4LFbaUV1T8nv6M&#10;Ajvur8ZSF8WLn39zyHfd8RJ3Ss1fp90HCE+Tf4Yf7S+tYL2B+5fw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ItP8MAAADbAAAADwAAAAAAAAAAAAAAAACYAgAAZHJzL2Rv&#10;d25yZXYueG1sUEsFBgAAAAAEAAQA9QAAAIgDAAAAAA==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0FE0F463" wp14:editId="440C3B87">
                                <wp:extent cx="414146" cy="520995"/>
                                <wp:effectExtent l="19050" t="0" r="4954" b="0"/>
                                <wp:docPr id="19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11A20026" wp14:editId="0EEC64AF">
                                <wp:extent cx="341477" cy="457200"/>
                                <wp:effectExtent l="19050" t="0" r="1423" b="0"/>
                                <wp:docPr id="20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15" o:spid="_x0000_s1039" type="#_x0000_t202" style="position:absolute;left:3889;top:9211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25TbwA&#10;AADbAAAADwAAAGRycy9kb3ducmV2LnhtbERPuwrCMBTdBf8hXMFFNLWDSDWKiKKrj8Xt0lzbYnPT&#10;NtFWv94MguPhvJfrzpTiRY0rLCuYTiIQxKnVBWcKrpf9eA7CeWSNpWVS8CYH61W/t8RE25ZP9Dr7&#10;TIQQdgkqyL2vEildmpNBN7EVceDutjHoA2wyqRtsQ7gpZRxFM2mw4NCQY0XbnNLH+WkU2Hb3Npbq&#10;KB7dPuaw3dSne1wrNRx0mwUIT53/i3/uo1YwC2PDl/A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9jblNvAAAANsAAAAPAAAAAAAAAAAAAAAAAJgCAABkcnMvZG93bnJldi54&#10;bWxQSwUGAAAAAAQABAD1AAAAgQMAAAAA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6DD33D13" wp14:editId="5BDAF524">
                                <wp:extent cx="414146" cy="520995"/>
                                <wp:effectExtent l="19050" t="0" r="4954" b="0"/>
                                <wp:docPr id="21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40E16578" wp14:editId="21FE83F6">
                                <wp:extent cx="341477" cy="457200"/>
                                <wp:effectExtent l="19050" t="0" r="1423" b="0"/>
                                <wp:docPr id="22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  <v:shape id="Text Box 16" o:spid="_x0000_s1040" type="#_x0000_t202" style="position:absolute;left:3949;top:8037;width:1625;height:1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Ec1sMA&#10;AADbAAAADwAAAGRycy9kb3ducmV2LnhtbESPQWvCQBSE70L/w/IKXqRuzEFsmo1IsNir2ktvj+wz&#10;Cc2+TbLbJPbXu4LgcZiZb5h0O5lGDNS72rKC1TICQVxYXXOp4Pv8+bYB4TyyxsYyKbiSg232Mksx&#10;0XbkIw0nX4oAYZeggsr7NpHSFRUZdEvbEgfvYnuDPsi+lLrHMcBNI+MoWkuDNYeFClvKKyp+T39G&#10;gR33V2Opi+LFz7855LvueIk7peav0+4DhKfJP8OP9pdWsH6H+5fw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Ec1sMAAADbAAAADwAAAAAAAAAAAAAAAACYAgAAZHJzL2Rv&#10;d25yZXYueG1sUEsFBgAAAAAEAAQA9QAAAIgDAAAAAA==&#10;" strokecolor="white">
                    <v:textbox>
                      <w:txbxContent>
                        <w:p w:rsidR="00B459FA" w:rsidRDefault="00B459FA" w:rsidP="00B459FA"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18139215" wp14:editId="41D7EA39">
                                <wp:extent cx="414146" cy="520995"/>
                                <wp:effectExtent l="19050" t="0" r="4954" b="0"/>
                                <wp:docPr id="23" name="Picture 2" descr="bunny001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1.jpg"/>
                                        <pic:cNvPicPr/>
                                      </pic:nvPicPr>
                                      <pic:blipFill>
                                        <a:blip r:embed="rId7">
                                          <a:grayscl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23144" cy="53231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Pr="00B459FA">
                            <w:rPr>
                              <w:rFonts w:ascii="Times New Roman" w:hAnsi="Times New Roman" w:cs="B Nazanin" w:hint="cs"/>
                              <w:noProof/>
                              <w:sz w:val="28"/>
                              <w:szCs w:val="28"/>
                              <w:rtl/>
                            </w:rPr>
                            <w:drawing>
                              <wp:inline distT="0" distB="0" distL="0" distR="0" wp14:anchorId="1C527862" wp14:editId="22E101FA">
                                <wp:extent cx="341477" cy="457200"/>
                                <wp:effectExtent l="19050" t="0" r="1423" b="0"/>
                                <wp:docPr id="24" name="Picture 1" descr="bunny003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unny003.jpg"/>
                                        <pic:cNvPicPr/>
                                      </pic:nvPicPr>
                                      <pic:blipFill>
                                        <a:blip r:embed="rId8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41313" cy="45698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shape>
                </v:group>
                <v:group id="Group 17" o:spid="_x0000_s1041" style="position:absolute;left:1607;top:5442;width:8106;height:4186" coordorigin="1607,5442" coordsize="8106,41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8" o:spid="_x0000_s1042" type="#_x0000_t32" style="position:absolute;left:2263;top:5442;width:40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ZKoQsQAAADbAAAADwAAAGRycy9kb3ducmV2LnhtbESPQWvCQBSE70L/w/IKvekmHlqNrlIK&#10;lmLxoJZQb4/sMwlm34bdVaO/3hUEj8PMfMNM551pxImcry0rSAcJCOLC6ppLBX/bRX8EwgdkjY1l&#10;UnAhD/PZS2+KmbZnXtNpE0oRIewzVFCF0GZS+qIig35gW+Lo7a0zGKJ0pdQOzxFuGjlMkndpsOa4&#10;UGFLXxUVh83RKPj/HR/zS76iZZ6Olzt0xl+330q9vXafExCBuvAMP9o/WsFHCv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kqhCxAAAANsAAAAPAAAAAAAAAAAA&#10;AAAAAKECAABkcnMvZG93bnJldi54bWxQSwUGAAAAAAQABAD5AAAAkgMAAAAA&#10;">
                    <v:stroke endarrow="block"/>
                  </v:shape>
                  <v:shape id="AutoShape 19" o:spid="_x0000_s1043" type="#_x0000_t32" style="position:absolute;left:2178;top:6413;width:40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A2Nc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HEO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UA2NcUAAADbAAAADwAAAAAAAAAA&#10;AAAAAAChAgAAZHJzL2Rvd25yZXYueG1sUEsFBgAAAAAEAAQA+QAAAJMDAAAAAA==&#10;">
                    <v:stroke endarrow="block"/>
                  </v:shape>
                  <v:shape id="AutoShape 20" o:spid="_x0000_s1044" type="#_x0000_t32" style="position:absolute;left:2246;top:7536;width:419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gyTrsYAAADbAAAADwAAAGRycy9kb3ducmV2LnhtbESPT2vCQBTE7wW/w/KE3urGFlq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IMk67GAAAA2wAAAA8AAAAAAAAA&#10;AAAAAAAAoQIAAGRycy9kb3ducmV2LnhtbFBLBQYAAAAABAAEAPkAAACUAwAAAAA=&#10;">
                    <v:stroke endarrow="block"/>
                  </v:shape>
                  <v:shape id="AutoShape 21" o:spid="_x0000_s1045" type="#_x0000_t32" style="position:absolute;left:2127;top:6546;width:4352;height:9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UL2s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lC9rGAAAA2wAAAA8AAAAAAAAA&#10;AAAAAAAAoQIAAGRycy9kb3ducmV2LnhtbFBLBQYAAAAABAAEAPkAAACUAwAAAAA=&#10;">
                    <v:stroke endarrow="block"/>
                  </v:shape>
                  <v:shape id="AutoShape 22" o:spid="_x0000_s1046" type="#_x0000_t32" style="position:absolute;left:2263;top:7686;width:1823;height:7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muQ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KprkHGAAAA2wAAAA8AAAAAAAAA&#10;AAAAAAAAoQIAAGRycy9kb3ducmV2LnhtbFBLBQYAAAAABAAEAPkAAACUAwAAAAA=&#10;">
                    <v:stroke endarrow="block"/>
                  </v:shape>
                  <v:shape id="AutoShape 23" o:spid="_x0000_s1047" type="#_x0000_t32" style="position:absolute;left:2178;top:8623;width:1908;height:1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nswNs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HCO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nswNsUAAADbAAAADwAAAAAAAAAA&#10;AAAAAAChAgAAZHJzL2Rvd25yZXYueG1sUEsFBgAAAAAEAAQA+QAAAJMDAAAAAA==&#10;">
                    <v:stroke endarrow="block"/>
                  </v:shape>
                  <v:shape id="AutoShape 24" o:spid="_x0000_s1048" type="#_x0000_t32" style="position:absolute;left:5174;top:8623;width:300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TeVrcUAAADbAAAADwAAAGRycy9kb3ducmV2LnhtbESPQWvCQBSE7wX/w/KE3uomPdQaXUUE&#10;S7H0UC1Bb4/sMwlm34bd1UR/vVsQehxm5htmtuhNIy7kfG1ZQTpKQBAXVtdcKvjdrV/eQfiArLGx&#10;TAqu5GExHzzNMNO24x+6bEMpIoR9hgqqENpMSl9UZNCPbEscvaN1BkOUrpTaYRfhppGvSfImDdYc&#10;FypsaVVRcdqejYL91+ScX/Nv2uTpZHNAZ/xt96HU87BfTkEE6sN/+NH+1ArGY/j7En+An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TeVrcUAAADbAAAADwAAAAAAAAAA&#10;AAAAAAChAgAAZHJzL2Rvd25yZXYueG1sUEsFBgAAAAAEAAQA+QAAAJMDAAAAAA==&#10;">
                    <v:stroke endarrow="block"/>
                  </v:shape>
                  <v:shape id="AutoShape 25" o:spid="_x0000_s1049" type="#_x0000_t32" style="position:absolute;left:1607;top:8842;width:0;height: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oGMbwQAAANsAAAAPAAAAAAAAAAAAAAAA&#10;AKECAABkcnMvZG93bnJldi54bWxQSwUGAAAAAAQABAD5AAAAjwMAAAAA&#10;"/>
                  <v:shape id="AutoShape 26" o:spid="_x0000_s1050" type="#_x0000_t32" style="position:absolute;left:1607;top:8842;width:1306;height:50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zGgM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0F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5+zGgMUAAADbAAAADwAAAAAAAAAA&#10;AAAAAAChAgAAZHJzL2Rvd25yZXYueG1sUEsFBgAAAAAEAAQA+QAAAJMDAAAAAA==&#10;"/>
                  <v:shape id="AutoShape 27" o:spid="_x0000_s1051" type="#_x0000_t32" style="position:absolute;left:4638;top:8740;width:0;height:70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Ax86wQAAANsAAAAPAAAAAAAAAAAAAAAA&#10;AKECAABkcnMvZG93bnJldi54bWxQSwUGAAAAAAQABAD5AAAAjwMAAAAA&#10;"/>
                  <v:shape id="AutoShape 28" o:spid="_x0000_s1052" type="#_x0000_t32" style="position:absolute;left:5242;top:9611;width:1268;height:17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sKSsQAAADbAAAADwAAAGRycy9kb3ducmV2LnhtbESPwWrDMBBE74H8g9hCLqGRnUMxbmQT&#10;CoGSQ6CJDzku0tY2tVaOpDrO31eFQo/DzLxhdvVsBzGRD71jBfkmA0Gsnem5VdBcDs8FiBCRDQ6O&#10;ScGDAtTVcrHD0rg7f9B0jq1IEA4lKuhiHEspg+7IYti4kTh5n85bjEn6VhqP9wS3g9xm2Yu02HNa&#10;6HCkt4701/nbKuiPzamZ1rfodXHMrz4Pl+uglVo9zftXEJHm+B/+a78bBUUOv1/SD5DV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SwpKxAAAANsAAAAPAAAAAAAAAAAA&#10;AAAAAKECAABkcnMvZG93bnJldi54bWxQSwUGAAAAAAQABAD5AAAAkgMAAAAA&#10;"/>
                  <v:shape id="AutoShape 29" o:spid="_x0000_s1053" type="#_x0000_t32" style="position:absolute;left:7703;top:9628;width:20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VGEsUAAADbAAAADwAAAGRycy9kb3ducmV2LnhtbESPQWvCQBSE70L/w/IKvZmNHorGrFIK&#10;SknpoSpBb4/saxKafRt2VxP767uFgsdhZr5h8s1oOnEl51vLCmZJCoK4srrlWsHxsJ0uQPiArLGz&#10;TApu5GGzfpjkmGk78Cdd96EWEcI+QwVNCH0mpa8aMugT2xNH78s6gyFKV0vtcIhw08l5mj5Lgy3H&#10;hQZ7em2o+t5fjILT+/JS3soPKsrZsjijM/7nsFPq6XF8WYEINIZ7+L/9phUs5vD3Jf4A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JVGEsUAAADbAAAADwAAAAAAAAAA&#10;AAAAAAChAgAAZHJzL2Rvd25yZXYueG1sUEsFBgAAAAAEAAQA+QAAAJMDAAAAAA==&#10;">
                    <v:stroke endarrow="block"/>
                  </v:shape>
                </v:group>
              </v:group>
            </w:pict>
          </mc:Fallback>
        </mc:AlternateConten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همان طور که می دانیم در ابتدا یک جفت خرگوش داریم.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lastRenderedPageBreak/>
        <w:t>حال پس از اتمام ماه اول چند جفت خرگوش خواهیم داشت.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دانش آموز: آقا! دو جفت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نه . گفتیم یک ماه طول می کشد تا به سن بلوغ برسند پس در پایان ماه اول همان یک جفت خرگوش را داریم . خب پس از پایان ماه دوم چند جفت خرگوش داریم.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دانش آموز : 2 جفت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معلم : چرا ؟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دانش آموز : یک جفت همان خرگوش اول و یک جفت خرگوش های تازه متولد شده 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آفرین . حالا پس از پایان ماه سوم  چند جفت خرگوش داریم؟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دانش آموز دیگر : آقا چون خرگوش های تازه متولد شده یک ماه طول می کشد تا به سن بلوغ برسند پس خودشان باقی می ماند . اما خروگوش های اول درباره خرگوش های جدید به دنیا می آورند . با خودشان مجموعاً می شود 3 خرگوش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آفرین . و پس از پایان ماه چهارم چند جفت خرگوش داریم؟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دانش اموز دیگر : با توجه به شکل و رسم ادامه ی آن باید 5 جفت خرگوش بمانند.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معلم: آفرین . حالا تعداد جفت خرگوش ها را به صورت دنباله می نویسیم.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بچه ها دنبال</w:t>
      </w: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ه ی زیر معروف به دنباله فیبوناتچی 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است . او کسی است که معمای تولید مثل خرگوش ها را حل و دنباله زیر را پیدا کرد .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ab/>
        <w:t>5  3  2  1  1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معلم: دوباره فیلم را به نمایش می گذارم . خب حالا دنباله کامل را می بینید که به شکل زیر است.  21   13   8   5   3   2   1   1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دانش آموز : خب استاد این چه ربطی به حلزون یا بال مگس داره ؟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lastRenderedPageBreak/>
        <w:t>معلم : اگر دندون روی جگر بگذارید متوجه خواهید شد.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خب بچه ها از مستطیل طلایی چه می دانید؟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دانش آموز : نه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معلم : اگر با من همراهی کنید هم با آن آشنا می شوید و هم به راحتی رسمش می کنید.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معلم : ابتدا مربعی به ضلع 98 رسم کنید. ( به رئوس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/>
        </w:rPr>
        <w:t>A-B-C-D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)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3513455</wp:posOffset>
                </wp:positionH>
                <wp:positionV relativeFrom="paragraph">
                  <wp:posOffset>246380</wp:posOffset>
                </wp:positionV>
                <wp:extent cx="2413635" cy="1765300"/>
                <wp:effectExtent l="12065" t="6985" r="12700" b="8890"/>
                <wp:wrapNone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13635" cy="1765300"/>
                          <a:chOff x="6145" y="2343"/>
                          <a:chExt cx="3801" cy="2780"/>
                        </a:xfrm>
                      </wpg:grpSpPr>
                      <wps:wsp>
                        <wps:cNvPr id="4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937" y="2343"/>
                            <a:ext cx="418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9FA" w:rsidRDefault="00B459FA" w:rsidP="00B459FA">
                              <w: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083" y="3847"/>
                            <a:ext cx="418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9FA" w:rsidRDefault="00B459FA" w:rsidP="00B459FA">
                              <w: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8925" y="3851"/>
                            <a:ext cx="418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9FA" w:rsidRDefault="00B459FA" w:rsidP="00B459FA">
                              <w: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8925" y="2394"/>
                            <a:ext cx="418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9FA" w:rsidRDefault="00B459FA" w:rsidP="00B459FA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7016" y="2394"/>
                            <a:ext cx="418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9FA" w:rsidRDefault="00B459FA" w:rsidP="00B459FA"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9" name="Group 36"/>
                        <wpg:cNvGrpSpPr>
                          <a:grpSpLocks/>
                        </wpg:cNvGrpSpPr>
                        <wpg:grpSpPr bwMode="auto">
                          <a:xfrm>
                            <a:off x="7434" y="2729"/>
                            <a:ext cx="1591" cy="1323"/>
                            <a:chOff x="7434" y="2729"/>
                            <a:chExt cx="1591" cy="1323"/>
                          </a:xfrm>
                        </wpg:grpSpPr>
                        <wps:wsp>
                          <wps:cNvPr id="50" name="Text Box 3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434" y="2729"/>
                              <a:ext cx="1591" cy="132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459FA" w:rsidRDefault="00B459FA" w:rsidP="00B459FA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AutoShape 38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8238" y="2729"/>
                              <a:ext cx="787" cy="132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2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8723" y="2994"/>
                            <a:ext cx="284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9FA" w:rsidRDefault="00B459FA" w:rsidP="00B459FA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4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9223" y="4304"/>
                            <a:ext cx="723" cy="8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6145" y="3447"/>
                            <a:ext cx="1172" cy="4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54" style="position:absolute;left:0;text-align:left;margin-left:276.65pt;margin-top:19.4pt;width:190.05pt;height:139pt;z-index:251660288" coordorigin="6145,2343" coordsize="3801,27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">
                <v:shape id="Text Box 31" o:spid="_x0000_s1055" type="#_x0000_t202" style="position:absolute;left:7937;top:2343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XvKMMA&#10;AADbAAAADwAAAGRycy9kb3ducmV2LnhtbESPQWvCQBSE70L/w/IKXqRuDCIlzUYkWOxV7aW3R/aZ&#10;hGbfJtltEvvrXUHwOMzMN0y6nUwjBupdbVnBahmBIC6srrlU8H3+fHsH4TyyxsYyKbiSg232Mksx&#10;0XbkIw0nX4oAYZeggsr7NpHSFRUZdEvbEgfvYnuDPsi+lLrHMcBNI+Mo2kiDNYeFClvKKyp+T39G&#10;gR33V2Opi+LFz7855LvueIk7peav0+4DhKfJP8OP9pdWsF7D/Uv4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XvKMMAAADbAAAADwAAAAAAAAAAAAAAAACYAgAAZHJzL2Rv&#10;d25yZXYueG1sUEsFBgAAAAAEAAQA9QAAAIgDAAAAAA==&#10;" strokecolor="white">
                  <v:textbox>
                    <w:txbxContent>
                      <w:p w:rsidR="00B459FA" w:rsidRDefault="00B459FA" w:rsidP="00B459FA">
                        <w:r>
                          <w:t>M</w:t>
                        </w:r>
                      </w:p>
                    </w:txbxContent>
                  </v:textbox>
                </v:shape>
                <v:shape id="Text Box 32" o:spid="_x0000_s1056" type="#_x0000_t202" style="position:absolute;left:7083;top:3847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Ks8IA&#10;AADbAAAADwAAAGRycy9kb3ducmV2LnhtbESPT4vCMBTE74LfITzBi2hqUZGuUUQUveruxdujef3D&#10;Ni9tE23dT79ZWPA4zMxvmM2uN5V4UutKywrmswgEcWp1ybmCr8/TdA3CeWSNlWVS8CIHu+1wsMFE&#10;246v9Lz5XAQIuwQVFN7XiZQuLcigm9maOHiZbQ36INtc6ha7ADeVjKNoJQ2WHBYKrOlQUPp9exgF&#10;tju+jKUmiif3H3M+7JtrFjdKjUf9/gOEp96/w//ti1awWML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UqzwgAAANsAAAAPAAAAAAAAAAAAAAAAAJgCAABkcnMvZG93&#10;bnJldi54bWxQSwUGAAAAAAQABAD1AAAAhwMAAAAA&#10;" strokecolor="white">
                  <v:textbox>
                    <w:txbxContent>
                      <w:p w:rsidR="00B459FA" w:rsidRDefault="00B459FA" w:rsidP="00B459FA">
                        <w:r>
                          <w:t>D</w:t>
                        </w:r>
                      </w:p>
                    </w:txbxContent>
                  </v:textbox>
                </v:shape>
                <v:shape id="Text Box 33" o:spid="_x0000_s1057" type="#_x0000_t202" style="position:absolute;left:8925;top:3851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vUxMMA&#10;AADbAAAADwAAAGRycy9kb3ducmV2LnhtbESPT4vCMBTE7wt+h/AEL4umlkWkGksRF/fqn4u3R/Ns&#10;i81L22Rt3U+/EQSPw8z8hlmng6nFnTpXWVYwn0UgiHOrKy4UnE/f0yUI55E11pZJwYMcpJvRxxoT&#10;bXs+0P3oCxEg7BJUUHrfJFK6vCSDbmYb4uBdbWfQB9kVUnfYB7ipZRxFC2mw4rBQYkPbkvLb8dco&#10;sP3uYSy1Ufx5+TP7bdYernGr1GQ8ZCsQngb/Dr/aP1rB1wKeX8IP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vUxMMAAADbAAAADwAAAAAAAAAAAAAAAACYAgAAZHJzL2Rv&#10;d25yZXYueG1sUEsFBgAAAAAEAAQA9QAAAIgDAAAAAA==&#10;" strokecolor="white">
                  <v:textbox>
                    <w:txbxContent>
                      <w:p w:rsidR="00B459FA" w:rsidRDefault="00B459FA" w:rsidP="00B459FA">
                        <w:r>
                          <w:t>C</w:t>
                        </w:r>
                      </w:p>
                    </w:txbxContent>
                  </v:textbox>
                </v:shape>
                <v:shape id="Text Box 34" o:spid="_x0000_s1058" type="#_x0000_t202" style="position:absolute;left:8925;top:2394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dxX8IA&#10;AADbAAAADwAAAGRycy9kb3ducmV2LnhtbESPT4vCMBTE74LfITzBi2hqEZWuUUQUveruxdujef3D&#10;Ni9tE23dT79ZWPA4zMxvmM2uN5V4UutKywrmswgEcWp1ybmCr8/TdA3CeWSNlWVS8CIHu+1wsMFE&#10;246v9Lz5XAQIuwQVFN7XiZQuLcigm9maOHiZbQ36INtc6ha7ADeVjKNoKQ2WHBYKrOlQUPp9exgF&#10;tju+jKUmiif3H3M+7JtrFjdKjUf9/gOEp96/w//ti1awWMH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p3FfwgAAANsAAAAPAAAAAAAAAAAAAAAAAJgCAABkcnMvZG93&#10;bnJldi54bWxQSwUGAAAAAAQABAD1AAAAhwMAAAAA&#10;" strokecolor="white">
                  <v:textbox>
                    <w:txbxContent>
                      <w:p w:rsidR="00B459FA" w:rsidRDefault="00B459FA" w:rsidP="00B459FA">
                        <w:r>
                          <w:t>B</w:t>
                        </w:r>
                      </w:p>
                    </w:txbxContent>
                  </v:textbox>
                </v:shape>
                <v:shape id="Text Box 35" o:spid="_x0000_s1059" type="#_x0000_t202" style="position:absolute;left:7016;top:2394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lLb4A&#10;AADbAAAADwAAAGRycy9kb3ducmV2LnhtbERPy6rCMBDdC/5DGMGNaGq5iFSjiCi69bFxNzRjW2wm&#10;bRNt9etvFoLLw3kv150pxYsaV1hWMJ1EIIhTqwvOFFwv+/EchPPIGkvLpOBNDtarfm+JibYtn+h1&#10;9pkIIewSVJB7XyVSujQng25iK+LA3W1j0AfYZFI32IZwU8o4imbSYMGhIceKtjmlj/PTKLDt7m0s&#10;1VE8un3MYbupT/e4Vmo46DYLEJ46/xN/3Uet4C+MDV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Y45S2+AAAA2wAAAA8AAAAAAAAAAAAAAAAAmAIAAGRycy9kb3ducmV2&#10;LnhtbFBLBQYAAAAABAAEAPUAAACDAwAAAAA=&#10;" strokecolor="white">
                  <v:textbox>
                    <w:txbxContent>
                      <w:p w:rsidR="00B459FA" w:rsidRDefault="00B459FA" w:rsidP="00B459FA">
                        <w:r>
                          <w:t>A</w:t>
                        </w:r>
                      </w:p>
                    </w:txbxContent>
                  </v:textbox>
                </v:shape>
                <v:group id="Group 36" o:spid="_x0000_s1060" style="position:absolute;left:7434;top:2729;width:1591;height:1323" coordorigin="7434,2729" coordsize="1591,1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Text Box 37" o:spid="_x0000_s1061" type="#_x0000_t202" style="position:absolute;left:7434;top:2729;width:1591;height:1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<v:textbox>
                      <w:txbxContent>
                        <w:p w:rsidR="00B459FA" w:rsidRDefault="00B459FA" w:rsidP="00B459FA"/>
                      </w:txbxContent>
                    </v:textbox>
                  </v:shape>
                  <v:shape id="AutoShape 38" o:spid="_x0000_s1062" type="#_x0000_t32" style="position:absolute;left:8238;top:2729;width:787;height:132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2J9T8UAAADbAAAADwAAAGRycy9kb3ducmV2LnhtbESPQWvCQBSE70L/w/IKvUizsWApMZsQ&#10;LEIRxJoWcn1kn0lq9m3Irpr+e7dQ8DjMzDdMmk+mFxcaXWdZwSKKQRDXVnfcKPj+2jy/gXAeWWNv&#10;mRT8koM8e5ilmGh75QNdSt+IAGGXoILW+yGR0tUtGXSRHYiDd7SjQR/k2Eg94jXATS9f4vhVGuw4&#10;LLQ40Lql+lSejQK/m2+XP4f9viiZ34vPbXUq1pVST49TsQLhafL38H/7QytYLuDvS/gBMrs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2J9T8UAAADbAAAADwAAAAAAAAAA&#10;AAAAAAChAgAAZHJzL2Rvd25yZXYueG1sUEsFBgAAAAAEAAQA+QAAAJMDAAAAAA==&#10;"/>
                </v:group>
                <v:shape id="Text Box 39" o:spid="_x0000_s1063" type="#_x0000_t202" style="position:absolute;left:8723;top:2994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EGsMA&#10;AADbAAAADwAAAGRycy9kb3ducmV2LnhtbESPQWvCQBSE74X+h+UJXkrdNNAiqWsIUtFrrBdvj+wz&#10;CWbfJtmtSfz1bkHwOMzMN8wqHU0jrtS72rKCj0UEgriwuuZSwfF3+74E4TyyxsYyKZjIQbp+fVlh&#10;ou3AOV0PvhQBwi5BBZX3bSKlKyoy6Ba2JQ7e2fYGfZB9KXWPQ4CbRsZR9CUN1hwWKmxpU1FxOfwZ&#10;BXb4mYylLorfTjez22Rdfo47peazMfsG4Wn0z/CjvdcKPmP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lEGsMAAADbAAAADwAAAAAAAAAAAAAAAACYAgAAZHJzL2Rv&#10;d25yZXYueG1sUEsFBgAAAAAEAAQA9QAAAIgDAAAAAA==&#10;" strokecolor="white">
                  <v:textbox>
                    <w:txbxContent>
                      <w:p w:rsidR="00B459FA" w:rsidRDefault="00B459FA" w:rsidP="00B459FA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  <v:shape id="AutoShape 40" o:spid="_x0000_s1064" type="#_x0000_t32" style="position:absolute;left:9223;top:4304;width:723;height:81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EkJsQAAADbAAAADwAAAGRycy9kb3ducmV2LnhtbESPT2vCQBTE7wW/w/KE3uqmaSoaXaW0&#10;FIr04p+Dx0f2uQnNvg3ZV02/fVcQPA4z8xtmuR58q87UxyawgedJBoq4CrZhZ+Cw/3yagYqCbLEN&#10;TAb+KMJ6NXpYYmnDhbd03olTCcKxRAO1SFdqHauaPMZJ6IiTdwq9R0myd9r2eElw3+o8y6baY8Np&#10;ocaO3muqfna/3sDx4L/nefHhXeH2shXaNHkxNeZxPLwtQAkNcg/f2l/WwOsLXL+kH6BX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8SQmxAAAANsAAAAPAAAAAAAAAAAA&#10;AAAAAKECAABkcnMvZG93bnJldi54bWxQSwUGAAAAAAQABAD5AAAAkgMAAAAA&#10;">
                  <v:stroke endarrow="block"/>
                </v:shape>
                <v:shape id="AutoShape 41" o:spid="_x0000_s1065" type="#_x0000_t32" style="position:absolute;left:6145;top:3447;width:1172;height:40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iuvmM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jD7gL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iuvmM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دانش آموز: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ab/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ab/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ab/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ab/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ab/>
      </w:r>
    </w:p>
    <w:p w:rsidR="00B459FA" w:rsidRPr="00B459FA" w:rsidRDefault="00B459FA" w:rsidP="00B459FA">
      <w:pPr>
        <w:bidi/>
        <w:spacing w:after="0" w:line="360" w:lineRule="auto"/>
        <w:ind w:left="3600"/>
        <w:jc w:val="both"/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ind w:left="3600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معلم : مسط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AB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را پیدا کرده و به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C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وصل کنید.(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M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)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معلم: حال ضلع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AB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را به اندازه ی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MC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امتداد دهید و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E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بنامید.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ab/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ab/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MC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ab/>
        <w:t xml:space="preserve"> نمی دانیم.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دانش آموز: </w:t>
      </w:r>
      <w:r w:rsidRPr="00B459FA">
        <w:rPr>
          <w:rFonts w:ascii="Times New Roman" w:eastAsia="Calibri" w:hAnsi="Times New Roman" w:cs="B Nazanin"/>
          <w:position w:val="-26"/>
          <w:sz w:val="28"/>
          <w:szCs w:val="28"/>
          <w:lang w:eastAsia="en-US"/>
        </w:rPr>
        <w:object w:dxaOrig="82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37.5pt" o:ole="">
            <v:imagedata r:id="rId9" o:title=""/>
          </v:shape>
          <o:OLEObject Type="Embed" ProgID="Equation.3" ShapeID="_x0000_i1025" DrawAspect="Content" ObjectID="_1545034114" r:id="rId10"/>
        </w:objec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ضمناً طول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MB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و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MC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چقدر است؟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دانش آموز : از رابطه ی فیثاغورث در مثلث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AMBC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استفاده کنید .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دانش آموز دیگر : آقا داریم </w:t>
      </w:r>
    </w:p>
    <w:p w:rsidR="00B459FA" w:rsidRPr="00B459FA" w:rsidRDefault="00B459FA" w:rsidP="00B459FA">
      <w:pPr>
        <w:bidi/>
        <w:spacing w:after="0" w:line="360" w:lineRule="auto"/>
        <w:jc w:val="right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/>
          <w:position w:val="-48"/>
          <w:sz w:val="28"/>
          <w:szCs w:val="28"/>
          <w:lang w:eastAsia="en-US"/>
        </w:rPr>
        <w:object w:dxaOrig="4540" w:dyaOrig="1080">
          <v:shape id="_x0000_i1026" type="#_x0000_t75" style="width:256.5pt;height:63pt" o:ole="">
            <v:imagedata r:id="rId11" o:title=""/>
          </v:shape>
          <o:OLEObject Type="Embed" ProgID="Equation.3" ShapeID="_x0000_i1026" DrawAspect="Content" ObjectID="_1545034115" r:id="rId12"/>
        </w:objec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493395</wp:posOffset>
                </wp:positionH>
                <wp:positionV relativeFrom="paragraph">
                  <wp:posOffset>-7620</wp:posOffset>
                </wp:positionV>
                <wp:extent cx="2148840" cy="1458595"/>
                <wp:effectExtent l="0" t="0" r="22860" b="2730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8840" cy="1458595"/>
                          <a:chOff x="2461" y="10327"/>
                          <a:chExt cx="3384" cy="2297"/>
                        </a:xfrm>
                      </wpg:grpSpPr>
                      <wpg:grpSp>
                        <wpg:cNvPr id="26" name="Group 43"/>
                        <wpg:cNvGrpSpPr>
                          <a:grpSpLocks/>
                        </wpg:cNvGrpSpPr>
                        <wpg:grpSpPr bwMode="auto">
                          <a:xfrm>
                            <a:off x="2461" y="10327"/>
                            <a:ext cx="3384" cy="2297"/>
                            <a:chOff x="149" y="10259"/>
                            <a:chExt cx="3384" cy="2297"/>
                          </a:xfrm>
                        </wpg:grpSpPr>
                        <wpg:grpSp>
                          <wpg:cNvPr id="27" name="Group 44"/>
                          <wpg:cNvGrpSpPr>
                            <a:grpSpLocks/>
                          </wpg:cNvGrpSpPr>
                          <wpg:grpSpPr bwMode="auto">
                            <a:xfrm>
                              <a:off x="149" y="10259"/>
                              <a:ext cx="3384" cy="2297"/>
                              <a:chOff x="149" y="10259"/>
                              <a:chExt cx="3384" cy="2297"/>
                            </a:xfrm>
                          </wpg:grpSpPr>
                          <wps:wsp>
                            <wps:cNvPr id="28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567" y="10259"/>
                                <a:ext cx="471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 w:rsidRPr="00B459FA">
                                    <w:rPr>
                                      <w:rFonts w:ascii="Times New Roman" w:hAnsi="Times New Roman" w:cs="B Nazanin"/>
                                      <w:position w:val="-26"/>
                                      <w:sz w:val="28"/>
                                      <w:szCs w:val="28"/>
                                    </w:rPr>
                                    <w:object w:dxaOrig="240" w:dyaOrig="639">
                                      <v:shape id="_x0000_i1037" type="#_x0000_t75" style="width:8.25pt;height:21.75pt" o:ole="">
                                        <v:imagedata r:id="rId13" o:title=""/>
                                      </v:shape>
                                      <o:OLEObject Type="Embed" ProgID="Equation.3" ShapeID="_x0000_i1037" DrawAspect="Content" ObjectID="_1545034126" r:id="rId14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  <wps:wsp>
                            <wps:cNvPr id="2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15" y="11976"/>
                                <a:ext cx="418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0" name="Text Box 4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15" y="10415"/>
                                <a:ext cx="418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>
                                    <w:t>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1" name="Text Box 4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055" y="10415"/>
                                <a:ext cx="418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>
                                    <w:t>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2" name="Text Box 4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9" y="11835"/>
                                <a:ext cx="418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>
                                    <w:t>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3" name="Text Box 5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43" y="12103"/>
                                <a:ext cx="418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51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43" y="10327"/>
                                <a:ext cx="418" cy="45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5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6" y="10582"/>
                                <a:ext cx="418" cy="53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36" name="Group 5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02" y="10780"/>
                                <a:ext cx="2780" cy="1323"/>
                                <a:chOff x="502" y="10780"/>
                                <a:chExt cx="2780" cy="1323"/>
                              </a:xfrm>
                            </wpg:grpSpPr>
                            <wps:wsp>
                              <wps:cNvPr id="37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2" y="10780"/>
                                  <a:ext cx="2780" cy="13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459FA" w:rsidRDefault="00B459FA" w:rsidP="00B459FA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55"/>
                              <wps:cNvCnPr>
                                <a:cxnSpLocks noChangeShapeType="1"/>
                              </wps:cNvCnPr>
                              <wps:spPr bwMode="auto">
                                <a:xfrm flipH="1" flipV="1">
                                  <a:off x="1320" y="10780"/>
                                  <a:ext cx="921" cy="132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AutoShape 5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75" y="10780"/>
                                  <a:ext cx="0" cy="132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  <wps:wsp>
                            <wps:cNvPr id="40" name="Text Box 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97" y="10993"/>
                                <a:ext cx="471" cy="7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459FA" w:rsidRDefault="00B459FA" w:rsidP="00B459FA">
                                  <w:r w:rsidRPr="00B459FA">
                                    <w:rPr>
                                      <w:rFonts w:ascii="Times New Roman" w:hAnsi="Times New Roman" w:cs="B Nazanin"/>
                                      <w:position w:val="-26"/>
                                      <w:sz w:val="28"/>
                                      <w:szCs w:val="28"/>
                                    </w:rPr>
                                    <w:object w:dxaOrig="240" w:dyaOrig="639">
                                      <v:shape id="_x0000_i1038" type="#_x0000_t75" style="width:8.25pt;height:21.75pt" o:ole="">
                                        <v:imagedata r:id="rId15" o:title=""/>
                                      </v:shape>
                                      <o:OLEObject Type="Embed" ProgID="Equation.3" ShapeID="_x0000_i1038" DrawAspect="Content" ObjectID="_1545034127" r:id="rId16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41" name="Rectangl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3183" y="11993"/>
                              <a:ext cx="113" cy="11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4269" y="11187"/>
                            <a:ext cx="284" cy="4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59FA" w:rsidRDefault="00B459FA" w:rsidP="00B459FA">
                              <w:proofErr w:type="gramStart"/>
                              <w: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66" style="position:absolute;left:0;text-align:left;margin-left:38.85pt;margin-top:-.6pt;width:169.2pt;height:114.85pt;z-index:251661312" coordorigin="2461,10327" coordsize="3384,2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">
                <v:group id="_x0000_s1067" style="position:absolute;left:2461;top:10327;width:3384;height:2297" coordorigin="149,10259" coordsize="3384,2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group id="Group 44" o:spid="_x0000_s1068" style="position:absolute;left:149;top:10259;width:3384;height:2297" coordorigin="149,10259" coordsize="3384,2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  <v:shape id="Text Box 45" o:spid="_x0000_s1069" type="#_x0000_t202" style="position:absolute;left:1567;top:10259;width:471;height:7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ymo74A&#10;AADbAAAADwAAAGRycy9kb3ducmV2LnhtbERPyQrCMBC9C/5DGMGbpnoQqUYRN/TgwQWX29CMbbGZ&#10;lCZq/XtzEDw+3j6e1qYQL6pcbllBrxuBIE6szjlVcDquOkMQziNrLCyTgg85mE6ajTHG2r55T6+D&#10;T0UIYRejgsz7MpbSJRkZdF1bEgfubiuDPsAqlbrCdwg3hexH0UAazDk0ZFjSPKPkcXgaBfnuVvrz&#10;Zb1czO368rmiu862Tql2q56NQHiq/V/8c2+0gn4YG76EHyAn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OcpqO+AAAA2wAAAA8AAAAAAAAAAAAAAAAAmAIAAGRycy9kb3ducmV2&#10;LnhtbFBLBQYAAAAABAAEAPUAAACDAwAAAAA=&#10;" strokecolor="white">
                      <v:textbox style="mso-fit-shape-to-text:t">
                        <w:txbxContent>
                          <w:p w:rsidR="00B459FA" w:rsidRDefault="00B459FA" w:rsidP="00B459FA">
                            <w:r w:rsidRPr="00B459FA">
                              <w:rPr>
                                <w:rFonts w:ascii="Times New Roman" w:hAnsi="Times New Roman" w:cs="B Nazanin"/>
                                <w:position w:val="-26"/>
                                <w:sz w:val="28"/>
                                <w:szCs w:val="28"/>
                              </w:rPr>
                              <w:object w:dxaOrig="240" w:dyaOrig="639">
                                <v:shape id="_x0000_i1037" type="#_x0000_t75" style="width:8.25pt;height:21.75pt" o:ole="">
                                  <v:imagedata r:id="rId17" o:title=""/>
                                </v:shape>
                                <o:OLEObject Type="Embed" ProgID="Equation.3" ShapeID="_x0000_i1037" DrawAspect="Content" ObjectID="_1525609657" r:id="rId18"/>
                              </w:object>
                            </w:r>
                          </w:p>
                        </w:txbxContent>
                      </v:textbox>
                    </v:shape>
                    <v:shape id="Text Box 46" o:spid="_x0000_s1070" type="#_x0000_t202" style="position:absolute;left:3115;top:11976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ulFsMA&#10;AADbAAAADwAAAGRycy9kb3ducmV2LnhtbESPQWvCQBSE74X+h+UJXkrdNIdSU9cQpKLXWC/eHtln&#10;Esy+TbJbk/jr3YLgcZiZb5hVOppGXKl3tWUFH4sIBHFhdc2lguPv9v0LhPPIGhvLpGAiB+n69WWF&#10;ibYD53Q9+FIECLsEFVTet4mUrqjIoFvYljh4Z9sb9EH2pdQ9DgFuGhlH0ac0WHNYqLClTUXF5fBn&#10;FNjhZzKWuih+O93MbpN1+TnulJrPxuwbhKfRP8OP9l4riJfw/yX8ALm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ulFsMAAADbAAAADwAAAAAAAAAAAAAAAACYAgAAZHJzL2Rv&#10;d25yZXYueG1sUEsFBgAAAAAEAAQA9QAAAIgDAAAAAA==&#10;" strokecolor="white">
                      <v:textbox>
                        <w:txbxContent>
                          <w:p w:rsidR="00B459FA" w:rsidRDefault="00B459FA" w:rsidP="00B459FA">
                            <w:r>
                              <w:t>F</w:t>
                            </w:r>
                          </w:p>
                        </w:txbxContent>
                      </v:textbox>
                    </v:shape>
                    <v:shape id="Text Box 47" o:spid="_x0000_s1071" type="#_x0000_t202" style="position:absolute;left:3115;top:10415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iaVr4A&#10;AADbAAAADwAAAGRycy9kb3ducmV2LnhtbERPy6rCMBDdC/5DGMGNaGoviFSjiCi69bFxNzRjW2wm&#10;bRNt9etvFoLLw3kv150pxYsaV1hWMJ1EIIhTqwvOFFwv+/EchPPIGkvLpOBNDtarfm+JibYtn+h1&#10;9pkIIewSVJB7XyVSujQng25iK+LA3W1j0AfYZFI32IZwU8o4imbSYMGhIceKtjmlj/PTKLDt7m0s&#10;1VE8un3MYbupT/e4Vmo46DYLEJ46/xN/3Uet4C+sD1/CD5C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BImla+AAAA2wAAAA8AAAAAAAAAAAAAAAAAmAIAAGRycy9kb3ducmV2&#10;LnhtbFBLBQYAAAAABAAEAPUAAACDAwAAAAA=&#10;" strokecolor="white">
                      <v:textbox>
                        <w:txbxContent>
                          <w:p w:rsidR="00B459FA" w:rsidRDefault="00B459FA" w:rsidP="00B459FA">
                            <w:r>
                              <w:t>E</w:t>
                            </w:r>
                          </w:p>
                        </w:txbxContent>
                      </v:textbox>
                    </v:shape>
                    <v:shape id="Text Box 48" o:spid="_x0000_s1072" type="#_x0000_t202" style="position:absolute;left:1055;top:10415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Q/zcEA&#10;AADbAAAADwAAAGRycy9kb3ducmV2LnhtbESPQYvCMBSE7wv+h/AEL4umVlikGkVE0auuF2+P5tkW&#10;m5e2ibb6640geBxm5htmvuxMKe7UuMKygvEoAkGcWl1wpuD0vx1OQTiPrLG0TAoe5GC56P3MMdG2&#10;5QPdjz4TAcIuQQW591UipUtzMuhGtiIO3sU2Bn2QTSZ1g22Am1LGUfQnDRYcFnKsaJ1Tej3ejALb&#10;bh7GUh3Fv+en2a1X9eES10oN+t1qBsJT57/hT3uvFUzG8P4SfoB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EP83BAAAA2wAAAA8AAAAAAAAAAAAAAAAAmAIAAGRycy9kb3du&#10;cmV2LnhtbFBLBQYAAAAABAAEAPUAAACGAwAAAAA=&#10;" strokecolor="white">
                      <v:textbox>
                        <w:txbxContent>
                          <w:p w:rsidR="00B459FA" w:rsidRDefault="00B459FA" w:rsidP="00B459FA">
                            <w:r>
                              <w:t>M</w:t>
                            </w:r>
                          </w:p>
                        </w:txbxContent>
                      </v:textbox>
                    </v:shape>
                    <v:shape id="Text Box 49" o:spid="_x0000_s1073" type="#_x0000_t202" style="position:absolute;left:149;top:11835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ahusMA&#10;AADbAAAADwAAAGRycy9kb3ducmV2LnhtbESPQWvCQBSE74X+h+UJXkrdNIUiqWsIUtFrrBdvj+wz&#10;CWbfJtmtSfz1bkHwOMzMN8wqHU0jrtS72rKCj0UEgriwuuZSwfF3+74E4TyyxsYyKZjIQbp+fVlh&#10;ou3AOV0PvhQBwi5BBZX3bSKlKyoy6Ba2JQ7e2fYGfZB9KXWPQ4CbRsZR9CUN1hwWKmxpU1FxOfwZ&#10;BXb4mYylLorfTjez22Rdfo47peazMfsG4Wn0z/CjvdcKPmP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9ahusMAAADbAAAADwAAAAAAAAAAAAAAAACYAgAAZHJzL2Rv&#10;d25yZXYueG1sUEsFBgAAAAAEAAQA9QAAAIgDAAAAAA==&#10;" strokecolor="white">
                      <v:textbox>
                        <w:txbxContent>
                          <w:p w:rsidR="00B459FA" w:rsidRDefault="00B459FA" w:rsidP="00B459FA">
                            <w:r>
                              <w:t>D</w:t>
                            </w:r>
                          </w:p>
                        </w:txbxContent>
                      </v:textbox>
                    </v:shape>
                    <v:shape id="Text Box 50" o:spid="_x0000_s1074" type="#_x0000_t202" style="position:absolute;left:2043;top:12103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oEIcMA&#10;AADbAAAADwAAAGRycy9kb3ducmV2LnhtbESPQWvCQBSE70L/w/IKXqRujCAlzUYkWOxV7aW3R/aZ&#10;hGbfJtltEvvrXUHwOMzMN0y6nUwjBupdbVnBahmBIC6srrlU8H3+fHsH4TyyxsYyKbiSg232Mksx&#10;0XbkIw0nX4oAYZeggsr7NpHSFRUZdEvbEgfvYnuDPsi+lLrHMcBNI+Mo2kiDNYeFClvKKyp+T39G&#10;gR33V2Opi+LFz7855LvueIk7peav0+4DhKfJP8OP9pdWsF7D/Uv4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oEIcMAAADbAAAADwAAAAAAAAAAAAAAAACYAgAAZHJzL2Rv&#10;d25yZXYueG1sUEsFBgAAAAAEAAQA9QAAAIgDAAAAAA==&#10;" strokecolor="white">
                      <v:textbox>
                        <w:txbxContent>
                          <w:p w:rsidR="00B459FA" w:rsidRDefault="00B459FA" w:rsidP="00B459FA">
                            <w:r>
                              <w:t>C</w:t>
                            </w:r>
                          </w:p>
                        </w:txbxContent>
                      </v:textbox>
                    </v:shape>
                    <v:shape id="Text Box 51" o:spid="_x0000_s1075" type="#_x0000_t202" style="position:absolute;left:2043;top:10327;width:418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OcVcIA&#10;AADbAAAADwAAAGRycy9kb3ducmV2LnhtbESPT4vCMBTE74LfITzBi2hqFZGuUUQUveruxdujef3D&#10;Ni9tE23dT79ZWPA4zMxvmM2uN5V4UutKywrmswgEcWp1ybmCr8/TdA3CeWSNlWVS8CIHu+1wsMFE&#10;246v9Lz5XAQIuwQVFN7XiZQuLcigm9maOHiZbQ36INtc6ha7ADeVjKNoJQ2WHBYKrOlQUPp9exgF&#10;tju+jKUmiif3H3M+7JtrFjdKjUf9/gOEp96/w//ti1awWML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c5xVwgAAANsAAAAPAAAAAAAAAAAAAAAAAJgCAABkcnMvZG93&#10;bnJldi54bWxQSwUGAAAAAAQABAD1AAAAhwMAAAAA&#10;" strokecolor="white">
                      <v:textbox>
                        <w:txbxContent>
                          <w:p w:rsidR="00B459FA" w:rsidRDefault="00B459FA" w:rsidP="00B459FA">
                            <w:r>
                              <w:t>B</w:t>
                            </w:r>
                          </w:p>
                        </w:txbxContent>
                      </v:textbox>
                    </v:shape>
                    <v:shape id="Text Box 52" o:spid="_x0000_s1076" type="#_x0000_t202" style="position:absolute;left:166;top:10582;width:418;height:5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85zsIA&#10;AADbAAAADwAAAGRycy9kb3ducmV2LnhtbESPT4vCMBTE74LfITzBi2hqRZGuUUQUveruxdujef3D&#10;Ni9tE23dT79ZWPA4zMxvmM2uN5V4UutKywrmswgEcWp1ybmCr8/TdA3CeWSNlWVS8CIHu+1wsMFE&#10;246v9Lz5XAQIuwQVFN7XiZQuLcigm9maOHiZbQ36INtc6ha7ADeVjKNoJQ2WHBYKrOlQUPp9exgF&#10;tju+jKUmiif3H3M+7JtrFjdKjUf9/gOEp96/w//ti1awWMLf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znOwgAAANsAAAAPAAAAAAAAAAAAAAAAAJgCAABkcnMvZG93&#10;bnJldi54bWxQSwUGAAAAAAQABAD1AAAAhwMAAAAA&#10;" strokecolor="white">
                      <v:textbox>
                        <w:txbxContent>
                          <w:p w:rsidR="00B459FA" w:rsidRDefault="00B459FA" w:rsidP="00B459FA">
                            <w:r>
                              <w:t>A</w:t>
                            </w:r>
                          </w:p>
                        </w:txbxContent>
                      </v:textbox>
                    </v:shape>
                    <v:group id="Group 53" o:spid="_x0000_s1077" style="position:absolute;left:502;top:10780;width:2780;height:1323" coordorigin="502,10780" coordsize="2780,13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<v:shape id="Text Box 54" o:spid="_x0000_s1078" type="#_x0000_t202" style="position:absolute;left:502;top:10780;width:2780;height:13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IwsUA&#10;AADbAAAADwAAAGRycy9kb3ducmV2LnhtbESPT2sCMRTE74V+h/CEXopmW0XtdqNIQdFba0Wvj83b&#10;P7h5WZN03X77RhB6HGbmN0y27E0jOnK+tqzgZZSAIM6trrlUcPheD+cgfEDW2FgmBb/kYbl4fMgw&#10;1fbKX9TtQykihH2KCqoQ2lRKn1dk0I9sSxy9wjqDIUpXSu3wGuGmka9JMpUGa44LFbb0UVF+3v8Y&#10;BfPJtjv53fjzmE+L5i08z7rNxSn1NOhX7yAC9eE/fG9vtYLxDG5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0jCxQAAANsAAAAPAAAAAAAAAAAAAAAAAJgCAABkcnMv&#10;ZG93bnJldi54bWxQSwUGAAAAAAQABAD1AAAAigMAAAAA&#10;">
                        <v:textbox>
                          <w:txbxContent>
                            <w:p w:rsidR="00B459FA" w:rsidRDefault="00B459FA" w:rsidP="00B459FA"/>
                          </w:txbxContent>
                        </v:textbox>
                      </v:shape>
                      <v:shape id="AutoShape 55" o:spid="_x0000_s1079" type="#_x0000_t32" style="position:absolute;left:1320;top:10780;width:921;height:132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cxcsMAAADbAAAADwAAAGRycy9kb3ducmV2LnhtbERPTWvCQBC9F/oflin0Irppi0WiawiW&#10;QgmIJhW8DtkxicnOhuzWpP++exB6fLzvTTKZTtxocI1lBS+LCARxaXXDlYLT9+d8BcJ5ZI2dZVLw&#10;Sw6S7ePDBmNtR87pVvhKhBB2MSqove9jKV1Zk0G3sD1x4C52MOgDHCqpBxxDuOnkaxS9S4MNh4Ya&#10;e9rVVLbFj1Hg97Nsec0Ph7Rg/kiP2blNd2elnp+mdA3C0+T/xXf3l1bwFsaGL+EHyO0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eHMXLDAAAA2wAAAA8AAAAAAAAAAAAA&#10;AAAAoQIAAGRycy9kb3ducmV2LnhtbFBLBQYAAAAABAAEAPkAAACRAwAAAAA=&#10;"/>
                      <v:shape id="AutoShape 56" o:spid="_x0000_s1080" type="#_x0000_t32" style="position:absolute;left:2275;top:10780;width:0;height:132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YLPq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sS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gs+rxAAAANsAAAAPAAAAAAAAAAAA&#10;AAAAAKECAABkcnMvZG93bnJldi54bWxQSwUGAAAAAAQABAD5AAAAkgMAAAAA&#10;"/>
                    </v:group>
                    <v:shape id="Text Box 57" o:spid="_x0000_s1081" type="#_x0000_t202" style="position:absolute;left:997;top:10993;width:471;height:78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PBcEA&#10;AADbAAAADwAAAGRycy9kb3ducmV2LnhtbERPTWvCQBC9C/6HZQredNMiItFVRKvooQdjaeJtyE6T&#10;0OxsyK6a/Hv3UPD4eN/LdWdqcafWVZYVvE8iEMS51RUXCr4v+/EchPPIGmvLpKAnB+vVcLDEWNsH&#10;n+me+EKEEHYxKii9b2IpXV6SQTexDXHgfm1r0AfYFlK3+AjhppYfUTSTBisODSU2tC0p/0tuRkH1&#10;dW38T3r43G3tIe0zdNnm5JQavXWbBQhPnX+J/91HrWAa1ocv4Q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1TwXBAAAA2wAAAA8AAAAAAAAAAAAAAAAAmAIAAGRycy9kb3du&#10;cmV2LnhtbFBLBQYAAAAABAAEAPUAAACGAwAAAAA=&#10;" strokecolor="white">
                      <v:textbox style="mso-fit-shape-to-text:t">
                        <w:txbxContent>
                          <w:p w:rsidR="00B459FA" w:rsidRDefault="00B459FA" w:rsidP="00B459FA">
                            <w:r w:rsidRPr="00B459FA">
                              <w:rPr>
                                <w:rFonts w:ascii="Times New Roman" w:hAnsi="Times New Roman" w:cs="B Nazanin"/>
                                <w:position w:val="-26"/>
                                <w:sz w:val="28"/>
                                <w:szCs w:val="28"/>
                              </w:rPr>
                              <w:object w:dxaOrig="240" w:dyaOrig="639">
                                <v:shape id="_x0000_i1038" type="#_x0000_t75" style="width:8.25pt;height:21.75pt" o:ole="">
                                  <v:imagedata r:id="rId19" o:title=""/>
                                </v:shape>
                                <o:OLEObject Type="Embed" ProgID="Equation.3" ShapeID="_x0000_i1038" DrawAspect="Content" ObjectID="_1525609658" r:id="rId20"/>
                              </w:object>
                            </w:r>
                          </w:p>
                        </w:txbxContent>
                      </v:textbox>
                    </v:shape>
                  </v:group>
                  <v:rect id="Rectangle 58" o:spid="_x0000_s1082" style="position:absolute;left:3183;top:11993;width:113;height: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</v:group>
                <v:shape id="Text Box 59" o:spid="_x0000_s1083" type="#_x0000_t202" style="position:absolute;left:4269;top:11187;width:284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DSx8MA&#10;AADbAAAADwAAAGRycy9kb3ducmV2LnhtbESPQWvCQBSE74X+h+UJXkrdNJQiqWsIUtFrrBdvj+wz&#10;CWbfJtmtSfz1bkHwOMzMN8wqHU0jrtS72rKCj0UEgriwuuZSwfF3+74E4TyyxsYyKZjIQbp+fVlh&#10;ou3AOV0PvhQBwi5BBZX3bSKlKyoy6Ba2JQ7e2fYGfZB9KXWPQ4CbRsZR9CUN1hwWKmxpU1FxOfwZ&#10;BXb4mYylLorfTjez22Rdfo47peazMfsG4Wn0z/CjvdcKPmP4/xJ+gF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DSx8MAAADbAAAADwAAAAAAAAAAAAAAAACYAgAAZHJzL2Rv&#10;d25yZXYueG1sUEsFBgAAAAAEAAQA9QAAAIgDAAAAAA==&#10;" strokecolor="white">
                  <v:textbox>
                    <w:txbxContent>
                      <w:p w:rsidR="00B459FA" w:rsidRDefault="00B459FA" w:rsidP="00B459FA">
                        <w:proofErr w:type="gramStart"/>
                        <w:r>
                          <w:t>x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معلم : مگر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MC=ME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نیست.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دانش آموز : بله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lastRenderedPageBreak/>
        <w:t xml:space="preserve">معلم : پس طول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ME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چقدر است؟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دانش آموز : </w:t>
      </w:r>
      <w:r w:rsidRPr="00B459FA">
        <w:rPr>
          <w:rFonts w:ascii="Times New Roman" w:eastAsia="Calibri" w:hAnsi="Times New Roman" w:cs="B Nazanin"/>
          <w:position w:val="-26"/>
          <w:sz w:val="28"/>
          <w:szCs w:val="28"/>
          <w:lang w:eastAsia="en-US"/>
        </w:rPr>
        <w:object w:dxaOrig="1180" w:dyaOrig="700">
          <v:shape id="_x0000_i1027" type="#_x0000_t75" style="width:66pt;height:41.25pt" o:ole="">
            <v:imagedata r:id="rId21" o:title=""/>
          </v:shape>
          <o:OLEObject Type="Embed" ProgID="Equation.3" ShapeID="_x0000_i1027" DrawAspect="Content" ObjectID="_1545034116" r:id="rId22"/>
        </w:objec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معلم : حالا از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E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بر امتداد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DC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عمود کنید و پای عمود را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F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بنامید.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معلم : بچه ها مستطیل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AEFD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 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lang w:eastAsia="en-US" w:bidi="fa-IR"/>
        </w:rPr>
        <w:sym w:font="Wingdings 2" w:char="F035"/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یک مستطیل طلایی است.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دانش آموز : آقا از کجا می فهمیم این مستطیل طلایی است.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معلم : جوابت را خواهی گرفت . اما ابتدا پشت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AE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به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  <w:t>EF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را تعریف کن.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دانش آموز : طول </w:t>
      </w:r>
      <w:r w:rsidRPr="00B459FA">
        <w:rPr>
          <w:rFonts w:ascii="Times New Roman" w:eastAsia="Calibri" w:hAnsi="Times New Roman" w:cs="B Nazanin"/>
          <w:position w:val="-26"/>
          <w:sz w:val="28"/>
          <w:szCs w:val="28"/>
          <w:lang w:eastAsia="en-US"/>
        </w:rPr>
        <w:object w:dxaOrig="1240" w:dyaOrig="700">
          <v:shape id="_x0000_i1028" type="#_x0000_t75" style="width:69.75pt;height:41.25pt" o:ole="">
            <v:imagedata r:id="rId23" o:title=""/>
          </v:shape>
          <o:OLEObject Type="Embed" ProgID="Equation.3" ShapeID="_x0000_i1028" DrawAspect="Content" ObjectID="_1545034117" r:id="rId24"/>
        </w:objec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و </w:t>
      </w:r>
      <w:r w:rsidRPr="00B459FA">
        <w:rPr>
          <w:rFonts w:ascii="Times New Roman" w:eastAsia="Calibri" w:hAnsi="Times New Roman" w:cs="B Nazanin"/>
          <w:position w:val="-6"/>
          <w:sz w:val="28"/>
          <w:szCs w:val="28"/>
          <w:lang w:eastAsia="en-US"/>
        </w:rPr>
        <w:object w:dxaOrig="780" w:dyaOrig="279">
          <v:shape id="_x0000_i1029" type="#_x0000_t75" style="width:43.5pt;height:15.75pt" o:ole="">
            <v:imagedata r:id="rId25" o:title=""/>
          </v:shape>
          <o:OLEObject Type="Embed" ProgID="Equation.3" ShapeID="_x0000_i1029" DrawAspect="Content" ObjectID="_1545034118" r:id="rId26"/>
        </w:object>
      </w:r>
      <w:r w:rsidRPr="00B459FA">
        <w:rPr>
          <w:rFonts w:ascii="Times New Roman" w:eastAsia="Calibri" w:hAnsi="Times New Roman" w:cs="B Nazanin" w:hint="cs"/>
          <w:position w:val="-12"/>
          <w:sz w:val="28"/>
          <w:szCs w:val="28"/>
          <w:rtl/>
          <w:lang w:eastAsia="en-US"/>
        </w:rPr>
        <w:t xml:space="preserve"> 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پس </w:t>
      </w:r>
      <w:r w:rsidRPr="00B459FA">
        <w:rPr>
          <w:rFonts w:ascii="Times New Roman" w:eastAsia="Calibri" w:hAnsi="Times New Roman" w:cs="B Nazanin"/>
          <w:position w:val="-26"/>
          <w:sz w:val="28"/>
          <w:szCs w:val="28"/>
          <w:lang w:eastAsia="en-US"/>
        </w:rPr>
        <w:object w:dxaOrig="3500" w:dyaOrig="999">
          <v:shape id="_x0000_i1030" type="#_x0000_t75" style="width:197.25pt;height:58.5pt" o:ole="">
            <v:imagedata r:id="rId27" o:title=""/>
          </v:shape>
          <o:OLEObject Type="Embed" ProgID="Equation.3" ShapeID="_x0000_i1030" DrawAspect="Content" ObjectID="_1545034119" r:id="rId28"/>
        </w:objec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خب آقا 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این </w:t>
      </w:r>
      <w:r w:rsidRPr="00B459FA">
        <w:rPr>
          <w:rFonts w:ascii="Times New Roman" w:eastAsia="Calibri" w:hAnsi="Times New Roman" w:cs="B Nazanin"/>
          <w:position w:val="-26"/>
          <w:sz w:val="28"/>
          <w:szCs w:val="28"/>
          <w:lang w:eastAsia="en-US"/>
        </w:rPr>
        <w:object w:dxaOrig="720" w:dyaOrig="700">
          <v:shape id="_x0000_i1031" type="#_x0000_t75" style="width:40.5pt;height:41.25pt" o:ole="">
            <v:imagedata r:id="rId29" o:title=""/>
          </v:shape>
          <o:OLEObject Type="Embed" ProgID="Equation.3" ShapeID="_x0000_i1031" DrawAspect="Content" ObjectID="_1545034120" r:id="rId30"/>
        </w:objec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چی هست ؟ چه ربطی فیلم و ..... ماجرا داره؟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معلم : عدد </w:t>
      </w:r>
      <w:r w:rsidRPr="00B459FA">
        <w:rPr>
          <w:rFonts w:ascii="Times New Roman" w:eastAsia="Calibri" w:hAnsi="Times New Roman" w:cs="B Nazanin"/>
          <w:position w:val="-26"/>
          <w:sz w:val="28"/>
          <w:szCs w:val="28"/>
          <w:lang w:eastAsia="en-US"/>
        </w:rPr>
        <w:object w:dxaOrig="720" w:dyaOrig="700">
          <v:shape id="_x0000_i1032" type="#_x0000_t75" style="width:40.5pt;height:41.25pt" o:ole="">
            <v:imagedata r:id="rId31" o:title=""/>
          </v:shape>
          <o:OLEObject Type="Embed" ProgID="Equation.3" ShapeID="_x0000_i1032" DrawAspect="Content" ObjectID="_1545034121" r:id="rId32"/>
        </w:objec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>را به کمک ماشین محاسبه کنید.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/>
        </w:rPr>
        <w:t xml:space="preserve">دانش آموز : </w:t>
      </w:r>
      <w:r w:rsidRPr="00B459FA">
        <w:rPr>
          <w:rFonts w:ascii="Times New Roman" w:eastAsia="Calibri" w:hAnsi="Times New Roman" w:cs="B Nazanin"/>
          <w:noProof/>
          <w:sz w:val="28"/>
          <w:szCs w:val="28"/>
          <w:lang w:eastAsia="en-US"/>
        </w:rPr>
        <w:t>g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6180/1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دانش آ</w:t>
      </w: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موز دیگر : آقا در این فیلم یک بارا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ین عدد رو نشون داد.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معلم : به این عدد 6180/1=</w:t>
      </w:r>
      <w:r w:rsidRPr="00B459FA">
        <w:rPr>
          <w:rFonts w:ascii="Times New Roman" w:eastAsia="Calibri" w:hAnsi="Times New Roman" w:cs="B Nazanin"/>
          <w:position w:val="-10"/>
          <w:sz w:val="28"/>
          <w:szCs w:val="28"/>
          <w:lang w:eastAsia="en-US"/>
        </w:rPr>
        <w:object w:dxaOrig="220" w:dyaOrig="260">
          <v:shape id="_x0000_i1033" type="#_x0000_t75" style="width:12.75pt;height:15pt" o:ole="">
            <v:imagedata r:id="rId33" o:title=""/>
          </v:shape>
          <o:OLEObject Type="Embed" ProgID="Equation.3" ShapeID="_x0000_i1033" DrawAspect="Content" ObjectID="_1545034122" r:id="rId34"/>
        </w:objec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می گویند و به پشت طلایی مشهور است.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معلم : این دنباله را به شکل چهار ضلعی هایی رسم کنید . اما قبل از آن از 5 یه یعد در این دنباله هر جمله را تقسیم بر جمله ی قبلی کنید.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دانش آموز : آقا همش میشه618/1</w: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خواهد شد.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معلم : بله . همان عدد</w:t>
      </w:r>
      <w:r w:rsidRPr="00B459FA">
        <w:rPr>
          <w:rFonts w:ascii="Times New Roman" w:eastAsia="Calibri" w:hAnsi="Times New Roman" w:cs="B Nazanin"/>
          <w:position w:val="-10"/>
          <w:sz w:val="28"/>
          <w:szCs w:val="28"/>
          <w:lang w:eastAsia="en-US"/>
        </w:rPr>
        <w:object w:dxaOrig="220" w:dyaOrig="260">
          <v:shape id="_x0000_i1034" type="#_x0000_t75" style="width:12.75pt;height:15pt" o:ole="">
            <v:imagedata r:id="rId33" o:title=""/>
          </v:shape>
          <o:OLEObject Type="Embed" ProgID="Equation.3" ShapeID="_x0000_i1034" DrawAspect="Content" ObjectID="_1545034123" r:id="rId35"/>
        </w:objec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یا پشت طلایی که عرض کردم</w:t>
      </w:r>
      <w:r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>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lastRenderedPageBreak/>
        <w:t xml:space="preserve"> 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معلم : همون طور که می بینید ، رابطه ی نزدیک بین تولید مثل خرگوش ها و رشد حلزون هم چنین بال سنجاقک و ... هست که باقی آن ها را به عهده ی خودتون می گذارم و ازتون می خواهم که مطالعه کنید . البته این پشت طلایی و عدد </w:t>
      </w:r>
      <w:r w:rsidRPr="00B459FA">
        <w:rPr>
          <w:rFonts w:ascii="Times New Roman" w:eastAsia="Calibri" w:hAnsi="Times New Roman" w:cs="B Nazanin"/>
          <w:position w:val="-10"/>
          <w:sz w:val="28"/>
          <w:szCs w:val="28"/>
          <w:lang w:eastAsia="en-US"/>
        </w:rPr>
        <w:object w:dxaOrig="220" w:dyaOrig="260">
          <v:shape id="_x0000_i1035" type="#_x0000_t75" style="width:12.75pt;height:15pt" o:ole="">
            <v:imagedata r:id="rId33" o:title=""/>
          </v:shape>
          <o:OLEObject Type="Embed" ProgID="Equation.3" ShapeID="_x0000_i1035" DrawAspect="Content" ObjectID="_1545034124" r:id="rId36"/>
        </w:objec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با خانه های کعبه  نیز ارتباطی دارد که هر کس آن را پیدا کند مثبتی دارد.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نکته ی جالب این که تمام مستطیل هایی که در بالا رسم کردیم همگی مستطیل هایی طلایی هستند و پشت اضلاع آن ها همان عدد </w:t>
      </w:r>
      <w:r w:rsidRPr="00B459FA">
        <w:rPr>
          <w:rFonts w:ascii="Times New Roman" w:eastAsia="Calibri" w:hAnsi="Times New Roman" w:cs="B Nazanin"/>
          <w:position w:val="-10"/>
          <w:sz w:val="28"/>
          <w:szCs w:val="28"/>
          <w:lang w:eastAsia="en-US"/>
        </w:rPr>
        <w:object w:dxaOrig="220" w:dyaOrig="260">
          <v:shape id="_x0000_i1036" type="#_x0000_t75" style="width:12.75pt;height:15pt" o:ole="">
            <v:imagedata r:id="rId33" o:title=""/>
          </v:shape>
          <o:OLEObject Type="Embed" ProgID="Equation.3" ShapeID="_x0000_i1036" DrawAspect="Content" ObjectID="_1545034125" r:id="rId37"/>
        </w:object>
      </w:r>
      <w:r w:rsidRPr="00B459FA">
        <w:rPr>
          <w:rFonts w:ascii="Times New Roman" w:eastAsia="Calibri" w:hAnsi="Times New Roman" w:cs="B Nazanin" w:hint="cs"/>
          <w:noProof/>
          <w:sz w:val="28"/>
          <w:szCs w:val="28"/>
          <w:rtl/>
          <w:lang w:eastAsia="en-US" w:bidi="fa-IR"/>
        </w:rPr>
        <w:t xml:space="preserve"> است.</w:t>
      </w: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</w:p>
    <w:p w:rsidR="00B459FA" w:rsidRPr="00B459FA" w:rsidRDefault="00B459FA" w:rsidP="00B459FA">
      <w:pPr>
        <w:bidi/>
        <w:spacing w:after="0" w:line="360" w:lineRule="auto"/>
        <w:jc w:val="both"/>
        <w:rPr>
          <w:rFonts w:ascii="Times New Roman" w:eastAsia="Calibri" w:hAnsi="Times New Roman" w:cs="B Nazanin"/>
          <w:noProof/>
          <w:sz w:val="28"/>
          <w:szCs w:val="28"/>
          <w:rtl/>
          <w:lang w:eastAsia="en-US" w:bidi="fa-IR"/>
        </w:rPr>
      </w:pPr>
    </w:p>
    <w:p w:rsidR="00D17B74" w:rsidRDefault="00D17B74"/>
    <w:sectPr w:rsidR="00D17B74" w:rsidSect="00461694">
      <w:pgSz w:w="12240" w:h="15840"/>
      <w:pgMar w:top="1701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CE4078"/>
    <w:multiLevelType w:val="hybridMultilevel"/>
    <w:tmpl w:val="406CE7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9FA"/>
    <w:rsid w:val="000F1774"/>
    <w:rsid w:val="00B459FA"/>
    <w:rsid w:val="00D1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DC0CED-D8A8-4C23-8F5A-35A54471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7" Type="http://schemas.openxmlformats.org/officeDocument/2006/relationships/image" Target="media/image10.jpeg"/><Relationship Id="rId12" Type="http://schemas.openxmlformats.org/officeDocument/2006/relationships/oleObject" Target="embeddings/oleObject2.bin"/><Relationship Id="rId17" Type="http://schemas.openxmlformats.org/officeDocument/2006/relationships/image" Target="media/image50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6.bin"/><Relationship Id="rId5" Type="http://schemas.openxmlformats.org/officeDocument/2006/relationships/image" Target="media/image1.jpeg"/><Relationship Id="rId15" Type="http://schemas.openxmlformats.org/officeDocument/2006/relationships/image" Target="media/image6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1.bin"/><Relationship Id="rId19" Type="http://schemas.openxmlformats.org/officeDocument/2006/relationships/image" Target="media/image60.wmf"/><Relationship Id="rId31" Type="http://schemas.openxmlformats.org/officeDocument/2006/relationships/image" Target="media/image12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oleObject" Target="embeddings/oleObject14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haeem\Desktop\word20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word2013</Template>
  <TotalTime>0</TotalTime>
  <Pages>6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ghaeem</dc:creator>
  <cp:lastModifiedBy>lenovo</cp:lastModifiedBy>
  <cp:revision>2</cp:revision>
  <dcterms:created xsi:type="dcterms:W3CDTF">2017-01-04T07:52:00Z</dcterms:created>
  <dcterms:modified xsi:type="dcterms:W3CDTF">2017-01-04T07:52:00Z</dcterms:modified>
</cp:coreProperties>
</file>